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D5C96" w14:textId="77777777" w:rsidR="00376F9E" w:rsidRDefault="00376F9E" w:rsidP="00F25BCC">
      <w:r>
        <w:separator/>
      </w:r>
    </w:p>
  </w:endnote>
  <w:endnote w:type="continuationSeparator" w:id="0">
    <w:p w14:paraId="67B86761" w14:textId="77777777" w:rsidR="00376F9E" w:rsidRDefault="00376F9E"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FCAF8" w14:textId="77777777" w:rsidR="00C82352" w:rsidRDefault="00C823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65267" w14:textId="77777777" w:rsidR="00C82352" w:rsidRDefault="00C823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5EFD7" w14:textId="77777777" w:rsidR="00376F9E" w:rsidRDefault="00376F9E" w:rsidP="00F25BCC">
      <w:r>
        <w:separator/>
      </w:r>
    </w:p>
  </w:footnote>
  <w:footnote w:type="continuationSeparator" w:id="0">
    <w:p w14:paraId="4C7E82EF" w14:textId="77777777" w:rsidR="00376F9E" w:rsidRDefault="00376F9E"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40E8B" w14:textId="77777777" w:rsidR="00C82352" w:rsidRDefault="00C823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4565FA50">
          <wp:simplePos x="0" y="0"/>
          <wp:positionH relativeFrom="margin">
            <wp:posOffset>-721581</wp:posOffset>
          </wp:positionH>
          <wp:positionV relativeFrom="margin">
            <wp:posOffset>-1498361</wp:posOffset>
          </wp:positionV>
          <wp:extent cx="7738716" cy="128135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6"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629E5"/>
    <w:rsid w:val="00376F9E"/>
    <w:rsid w:val="003834D1"/>
    <w:rsid w:val="003A589F"/>
    <w:rsid w:val="003D0F46"/>
    <w:rsid w:val="003E063B"/>
    <w:rsid w:val="00444EA8"/>
    <w:rsid w:val="00477538"/>
    <w:rsid w:val="00484537"/>
    <w:rsid w:val="004B29D4"/>
    <w:rsid w:val="004C48E6"/>
    <w:rsid w:val="00514D4A"/>
    <w:rsid w:val="00522274"/>
    <w:rsid w:val="0056574B"/>
    <w:rsid w:val="006061CB"/>
    <w:rsid w:val="006609F8"/>
    <w:rsid w:val="0069169A"/>
    <w:rsid w:val="00695229"/>
    <w:rsid w:val="006A438E"/>
    <w:rsid w:val="00711C34"/>
    <w:rsid w:val="007258A9"/>
    <w:rsid w:val="00741E7F"/>
    <w:rsid w:val="007569BD"/>
    <w:rsid w:val="0077623E"/>
    <w:rsid w:val="007B05C1"/>
    <w:rsid w:val="007E6CB0"/>
    <w:rsid w:val="00817FCE"/>
    <w:rsid w:val="00866EBD"/>
    <w:rsid w:val="009520A4"/>
    <w:rsid w:val="009A5088"/>
    <w:rsid w:val="009B159F"/>
    <w:rsid w:val="00A1682C"/>
    <w:rsid w:val="00A93B01"/>
    <w:rsid w:val="00A959B2"/>
    <w:rsid w:val="00B279A4"/>
    <w:rsid w:val="00B71ED8"/>
    <w:rsid w:val="00BD3771"/>
    <w:rsid w:val="00BE2A06"/>
    <w:rsid w:val="00C82352"/>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2664A-0AB1-CE40-86B0-339BBEF89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4</cp:revision>
  <cp:lastPrinted>2019-08-08T21:25:00Z</cp:lastPrinted>
  <dcterms:created xsi:type="dcterms:W3CDTF">2019-09-13T23:30:00Z</dcterms:created>
  <dcterms:modified xsi:type="dcterms:W3CDTF">2020-01-27T22:47:00Z</dcterms:modified>
</cp:coreProperties>
</file>