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A7697" w14:textId="77777777" w:rsidR="007F5F4B" w:rsidRDefault="007F5F4B" w:rsidP="00F25BCC">
      <w:r>
        <w:separator/>
      </w:r>
    </w:p>
  </w:endnote>
  <w:endnote w:type="continuationSeparator" w:id="0">
    <w:p w14:paraId="73832DBE" w14:textId="77777777" w:rsidR="007F5F4B" w:rsidRDefault="007F5F4B"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ACD47" w14:textId="77777777" w:rsidR="007F5F4B" w:rsidRDefault="007F5F4B" w:rsidP="00F25BCC">
      <w:r>
        <w:separator/>
      </w:r>
    </w:p>
  </w:footnote>
  <w:footnote w:type="continuationSeparator" w:id="0">
    <w:p w14:paraId="7C79CD7C" w14:textId="77777777" w:rsidR="007F5F4B" w:rsidRDefault="007F5F4B"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4560F4C9">
          <wp:simplePos x="0" y="0"/>
          <wp:positionH relativeFrom="margin">
            <wp:posOffset>-711642</wp:posOffset>
          </wp:positionH>
          <wp:positionV relativeFrom="margin">
            <wp:posOffset>-1508300</wp:posOffset>
          </wp:positionV>
          <wp:extent cx="7738716" cy="128135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6"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8655F"/>
    <w:rsid w:val="0069169A"/>
    <w:rsid w:val="00695229"/>
    <w:rsid w:val="006A438E"/>
    <w:rsid w:val="00711C34"/>
    <w:rsid w:val="007258A9"/>
    <w:rsid w:val="007569BD"/>
    <w:rsid w:val="0077623E"/>
    <w:rsid w:val="007B05C1"/>
    <w:rsid w:val="007E6CB0"/>
    <w:rsid w:val="007F5F4B"/>
    <w:rsid w:val="00817FCE"/>
    <w:rsid w:val="00866EBD"/>
    <w:rsid w:val="009116F8"/>
    <w:rsid w:val="009520A4"/>
    <w:rsid w:val="009A5088"/>
    <w:rsid w:val="009B159F"/>
    <w:rsid w:val="00A1682C"/>
    <w:rsid w:val="00A93B01"/>
    <w:rsid w:val="00A959B2"/>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2020-01-27T21:22:00Z</dcterms:modified>
</cp:coreProperties>
</file>