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01AE93" w14:textId="5C4D94DC" w:rsidR="003A589F" w:rsidRPr="00373506" w:rsidRDefault="003B357C" w:rsidP="00F25BCC">
      <w:pPr>
        <w:pStyle w:val="BasicParagraph"/>
        <w:rPr>
          <w:rFonts w:ascii="Arial" w:hAnsi="Arial" w:cs="Arial"/>
          <w:i/>
          <w:iCs/>
          <w:color w:val="7F7F7F" w:themeColor="text1" w:themeTint="80"/>
          <w:sz w:val="56"/>
          <w:szCs w:val="56"/>
        </w:rPr>
        <w:sectPr w:rsidR="003A589F" w:rsidRPr="00373506" w:rsidSect="00477538">
          <w:headerReference w:type="even" r:id="rId8"/>
          <w:headerReference w:type="default" r:id="rId9"/>
          <w:footerReference w:type="even" r:id="rId10"/>
          <w:footerReference w:type="default" r:id="rId11"/>
          <w:headerReference w:type="first" r:id="rId12"/>
          <w:footerReference w:type="first" r:id="rId13"/>
          <w:pgSz w:w="12240" w:h="15840"/>
          <w:pgMar w:top="2648" w:right="720" w:bottom="1152" w:left="1152" w:header="1286" w:footer="432" w:gutter="0"/>
          <w:cols w:space="432"/>
          <w:titlePg/>
          <w:docGrid w:linePitch="360"/>
        </w:sectPr>
      </w:pPr>
      <w:r>
        <w:rPr>
          <w:rFonts w:ascii="Arial" w:hAnsi="Arial" w:cs="Arial"/>
          <w:i/>
          <w:iCs/>
          <w:color w:val="7F7F7F" w:themeColor="text1" w:themeTint="80"/>
          <w:sz w:val="30"/>
          <w:szCs w:val="30"/>
        </w:rPr>
        <w:t xml:space="preserve">UC ANR </w:t>
      </w:r>
      <w:r w:rsidR="00F25BCC" w:rsidRPr="00373506">
        <w:rPr>
          <w:rFonts w:ascii="Arial" w:hAnsi="Arial" w:cs="Arial"/>
          <w:i/>
          <w:iCs/>
          <w:color w:val="7F7F7F" w:themeColor="text1" w:themeTint="80"/>
          <w:sz w:val="30"/>
          <w:szCs w:val="30"/>
        </w:rPr>
        <w:t>Program</w:t>
      </w:r>
      <w:r>
        <w:rPr>
          <w:rFonts w:ascii="Arial" w:hAnsi="Arial" w:cs="Arial"/>
          <w:i/>
          <w:iCs/>
          <w:color w:val="7F7F7F" w:themeColor="text1" w:themeTint="80"/>
          <w:sz w:val="30"/>
          <w:szCs w:val="30"/>
        </w:rPr>
        <w:t xml:space="preserve"> Name</w:t>
      </w:r>
    </w:p>
    <w:p w14:paraId="50BB36FE" w14:textId="72371E6A" w:rsidR="003A589F" w:rsidRPr="00207921" w:rsidRDefault="001A381A" w:rsidP="00207921">
      <w:pPr>
        <w:pStyle w:val="Heading1"/>
        <w:sectPr w:rsidR="003A589F" w:rsidRPr="00207921" w:rsidSect="00477538">
          <w:type w:val="continuous"/>
          <w:pgSz w:w="12240" w:h="15840"/>
          <w:pgMar w:top="2648" w:right="720" w:bottom="1152" w:left="1152" w:header="1286" w:footer="432" w:gutter="0"/>
          <w:cols w:space="432"/>
          <w:docGrid w:linePitch="360"/>
        </w:sectPr>
      </w:pPr>
      <w:r w:rsidRPr="00207921">
        <w:t xml:space="preserve">Heading 1: </w:t>
      </w:r>
      <w:r w:rsidR="00F25BCC" w:rsidRPr="00207921">
        <w:t>Event Cale</w:t>
      </w:r>
      <w:r w:rsidR="00207921" w:rsidRPr="00207921">
        <w:t>ndar</w:t>
      </w:r>
    </w:p>
    <w:p w14:paraId="098A6FE9" w14:textId="4796BDC5" w:rsidR="0077623E" w:rsidRPr="00207921" w:rsidRDefault="007E6171" w:rsidP="007E6171">
      <w:pPr>
        <w:pStyle w:val="P1"/>
        <w:sectPr w:rsidR="0077623E" w:rsidRPr="00207921" w:rsidSect="007E6171">
          <w:type w:val="continuous"/>
          <w:pgSz w:w="12240" w:h="15840"/>
          <w:pgMar w:top="2304" w:right="720" w:bottom="1152" w:left="1152" w:header="1282" w:footer="432" w:gutter="0"/>
          <w:cols w:space="432"/>
          <w:docGrid w:linePitch="360"/>
        </w:sectPr>
      </w:pPr>
      <w:r>
        <mc:AlternateContent>
          <mc:Choice Requires="wps">
            <w:drawing>
              <wp:anchor distT="0" distB="0" distL="114300" distR="114300" simplePos="0" relativeHeight="251660288" behindDoc="1" locked="0" layoutInCell="1" allowOverlap="1" wp14:anchorId="7FD83793" wp14:editId="3079A132">
                <wp:simplePos x="0" y="0"/>
                <wp:positionH relativeFrom="column">
                  <wp:posOffset>-7620</wp:posOffset>
                </wp:positionH>
                <wp:positionV relativeFrom="paragraph">
                  <wp:posOffset>408305</wp:posOffset>
                </wp:positionV>
                <wp:extent cx="2011680" cy="5105400"/>
                <wp:effectExtent l="0" t="0" r="0" b="0"/>
                <wp:wrapNone/>
                <wp:docPr id="3" name="Text Box 3"/>
                <wp:cNvGraphicFramePr/>
                <a:graphic xmlns:a="http://schemas.openxmlformats.org/drawingml/2006/main">
                  <a:graphicData uri="http://schemas.microsoft.com/office/word/2010/wordprocessingShape">
                    <wps:wsp>
                      <wps:cNvSpPr txBox="1"/>
                      <wps:spPr>
                        <a:xfrm>
                          <a:off x="0" y="0"/>
                          <a:ext cx="2011680" cy="5105400"/>
                        </a:xfrm>
                        <a:prstGeom prst="rect">
                          <a:avLst/>
                        </a:prstGeom>
                        <a:solidFill>
                          <a:srgbClr val="B9DEFF">
                            <a:alpha val="36078"/>
                          </a:srgbClr>
                        </a:solidFill>
                        <a:ln w="6350">
                          <a:noFill/>
                        </a:ln>
                      </wps:spPr>
                      <wps:txbx>
                        <w:txbxContent>
                          <w:p w14:paraId="4B146AFB" w14:textId="1CD1A61B" w:rsidR="009A5088" w:rsidRPr="007E6171" w:rsidRDefault="003B357C" w:rsidP="007E6171">
                            <w:pPr>
                              <w:pStyle w:val="SideBarTitle"/>
                            </w:pPr>
                            <w:r w:rsidRPr="007E6171">
                              <w:t>Month</w:t>
                            </w:r>
                            <w:r w:rsidR="001A381A" w:rsidRPr="007E6171">
                              <w:t xml:space="preserve"> 2019 </w:t>
                            </w:r>
                            <w:r w:rsidR="00130856">
                              <w:br/>
                            </w:r>
                            <w:r w:rsidR="001A381A" w:rsidRPr="007E6171">
                              <w:t>Events at a Glance</w:t>
                            </w:r>
                          </w:p>
                          <w:p w14:paraId="7FBD9D99" w14:textId="77777777" w:rsidR="00130856" w:rsidRPr="001A381A" w:rsidRDefault="00130856" w:rsidP="00130856">
                            <w:pPr>
                              <w:pStyle w:val="EventSBdate"/>
                            </w:pPr>
                            <w:r>
                              <w:t>Month 00</w:t>
                            </w:r>
                            <w:r w:rsidRPr="001A381A">
                              <w:t xml:space="preserve">, </w:t>
                            </w:r>
                            <w:r w:rsidRPr="000E6680">
                              <w:t>2019</w:t>
                            </w:r>
                          </w:p>
                          <w:p w14:paraId="2854004D" w14:textId="77777777" w:rsidR="00130856" w:rsidRPr="001A381A" w:rsidRDefault="00130856" w:rsidP="00130856">
                            <w:pPr>
                              <w:pStyle w:val="EventSBtext"/>
                              <w:rPr>
                                <w:rStyle w:val="Strong"/>
                              </w:rPr>
                            </w:pPr>
                            <w:r>
                              <w:rPr>
                                <w:rStyle w:val="Strong"/>
                              </w:rPr>
                              <w:t>Event Title</w:t>
                            </w:r>
                          </w:p>
                          <w:p w14:paraId="399C5E6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3EDEFD8C"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0BB1B310" w14:textId="77777777" w:rsidR="00130856" w:rsidRPr="00373506" w:rsidRDefault="00130856" w:rsidP="00130856">
                            <w:pPr>
                              <w:pStyle w:val="EventSBtext"/>
                            </w:pPr>
                            <w:r w:rsidRPr="007E6171">
                              <w:rPr>
                                <w:rStyle w:val="Emphasis"/>
                              </w:rPr>
                              <w:t>Sponsor:</w:t>
                            </w:r>
                            <w:r w:rsidRPr="00373506">
                              <w:t xml:space="preserve"> </w:t>
                            </w:r>
                            <w:r>
                              <w:t>Sponsor</w:t>
                            </w:r>
                          </w:p>
                          <w:p w14:paraId="3B2F2010" w14:textId="77777777" w:rsidR="00130856" w:rsidRPr="00373506" w:rsidRDefault="00130856" w:rsidP="00130856">
                            <w:pPr>
                              <w:pStyle w:val="EventSBtext"/>
                            </w:pPr>
                            <w:r w:rsidRPr="007E6171">
                              <w:rPr>
                                <w:rStyle w:val="Emphasis"/>
                              </w:rPr>
                              <w:t>Location:</w:t>
                            </w:r>
                            <w:r w:rsidRPr="00373506">
                              <w:t xml:space="preserve"> TBD</w:t>
                            </w:r>
                          </w:p>
                          <w:p w14:paraId="5D408A7B" w14:textId="77777777" w:rsidR="00130856" w:rsidRPr="001A381A" w:rsidRDefault="00130856" w:rsidP="00130856">
                            <w:pPr>
                              <w:pStyle w:val="EventSBdate"/>
                            </w:pPr>
                            <w:r>
                              <w:t>Month 00</w:t>
                            </w:r>
                            <w:r w:rsidRPr="001A381A">
                              <w:t xml:space="preserve">, </w:t>
                            </w:r>
                            <w:r w:rsidRPr="000E6680">
                              <w:t>2019</w:t>
                            </w:r>
                          </w:p>
                          <w:p w14:paraId="100D78B0" w14:textId="77777777" w:rsidR="00130856" w:rsidRPr="001A381A" w:rsidRDefault="00130856" w:rsidP="00130856">
                            <w:pPr>
                              <w:pStyle w:val="EventSBtext"/>
                              <w:rPr>
                                <w:rStyle w:val="Strong"/>
                              </w:rPr>
                            </w:pPr>
                            <w:r>
                              <w:rPr>
                                <w:rStyle w:val="Strong"/>
                              </w:rPr>
                              <w:t>Event Title</w:t>
                            </w:r>
                          </w:p>
                          <w:p w14:paraId="6FDBAFE8"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59F84B6B"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257236B1" w14:textId="77777777" w:rsidR="00130856" w:rsidRPr="00373506" w:rsidRDefault="00130856" w:rsidP="00130856">
                            <w:pPr>
                              <w:pStyle w:val="EventSBtext"/>
                            </w:pPr>
                            <w:r w:rsidRPr="007E6171">
                              <w:rPr>
                                <w:rStyle w:val="Emphasis"/>
                              </w:rPr>
                              <w:t>Sponsor:</w:t>
                            </w:r>
                            <w:r w:rsidRPr="00373506">
                              <w:t xml:space="preserve"> </w:t>
                            </w:r>
                            <w:r>
                              <w:t>Sponsor</w:t>
                            </w:r>
                          </w:p>
                          <w:p w14:paraId="29A8F094" w14:textId="77777777" w:rsidR="00130856" w:rsidRPr="00373506" w:rsidRDefault="00130856" w:rsidP="00130856">
                            <w:pPr>
                              <w:pStyle w:val="EventSBtext"/>
                            </w:pPr>
                            <w:r w:rsidRPr="007E6171">
                              <w:rPr>
                                <w:rStyle w:val="Emphasis"/>
                              </w:rPr>
                              <w:t>Location:</w:t>
                            </w:r>
                            <w:r w:rsidRPr="00373506">
                              <w:t xml:space="preserve"> TBD</w:t>
                            </w:r>
                          </w:p>
                          <w:p w14:paraId="78E22281" w14:textId="77777777" w:rsidR="00130856" w:rsidRPr="001A381A" w:rsidRDefault="00130856" w:rsidP="00130856">
                            <w:pPr>
                              <w:pStyle w:val="EventSBdate"/>
                            </w:pPr>
                            <w:r>
                              <w:t>Month 00</w:t>
                            </w:r>
                            <w:r w:rsidRPr="001A381A">
                              <w:t xml:space="preserve">, </w:t>
                            </w:r>
                            <w:r w:rsidRPr="000E6680">
                              <w:t>2019</w:t>
                            </w:r>
                          </w:p>
                          <w:p w14:paraId="16529DD6" w14:textId="77777777" w:rsidR="00130856" w:rsidRPr="001A381A" w:rsidRDefault="00130856" w:rsidP="00130856">
                            <w:pPr>
                              <w:pStyle w:val="EventSBtext"/>
                              <w:rPr>
                                <w:rStyle w:val="Strong"/>
                              </w:rPr>
                            </w:pPr>
                            <w:r>
                              <w:rPr>
                                <w:rStyle w:val="Strong"/>
                              </w:rPr>
                              <w:t>Event Title</w:t>
                            </w:r>
                          </w:p>
                          <w:p w14:paraId="7A7DCEAA"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476E4B3D"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6D494A2F" w14:textId="77777777" w:rsidR="00130856" w:rsidRPr="00373506" w:rsidRDefault="00130856" w:rsidP="00130856">
                            <w:pPr>
                              <w:pStyle w:val="EventSBtext"/>
                            </w:pPr>
                            <w:r w:rsidRPr="007E6171">
                              <w:rPr>
                                <w:rStyle w:val="Emphasis"/>
                              </w:rPr>
                              <w:t>Sponsor:</w:t>
                            </w:r>
                            <w:r w:rsidRPr="00373506">
                              <w:t xml:space="preserve"> </w:t>
                            </w:r>
                            <w:r>
                              <w:t>Sponsor</w:t>
                            </w:r>
                          </w:p>
                          <w:p w14:paraId="2FAFE3E9" w14:textId="77777777" w:rsidR="00130856" w:rsidRPr="00373506" w:rsidRDefault="00130856" w:rsidP="00130856">
                            <w:pPr>
                              <w:pStyle w:val="EventSBtext"/>
                            </w:pPr>
                            <w:r w:rsidRPr="007E6171">
                              <w:rPr>
                                <w:rStyle w:val="Emphasis"/>
                              </w:rPr>
                              <w:t>Location:</w:t>
                            </w:r>
                            <w:r w:rsidRPr="00373506">
                              <w:t xml:space="preserve"> TBD</w:t>
                            </w:r>
                          </w:p>
                          <w:p w14:paraId="7C27A603" w14:textId="77777777" w:rsidR="006A438E" w:rsidRDefault="006A438E"/>
                        </w:txbxContent>
                      </wps:txbx>
                      <wps:bodyPr rot="0" spcFirstLastPara="0" vertOverflow="overflow" horzOverflow="overflow" vert="horz" wrap="square" lIns="109728" tIns="109728" rIns="109728" bIns="109728"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D83793" id="_x0000_t202" coordsize="21600,21600" o:spt="202" path="m,l,21600r21600,l21600,xe">
                <v:stroke joinstyle="miter"/>
                <v:path gradientshapeok="t" o:connecttype="rect"/>
              </v:shapetype>
              <v:shape id="Text Box 3" o:spid="_x0000_s1026" type="#_x0000_t202" style="position:absolute;margin-left:-.6pt;margin-top:32.15pt;width:158.4pt;height:40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" fillcolor="#b9deff" stroked="f" strokeweight=".5pt">
                <v:fill opacity="23644f"/>
                <v:textbox inset="8.64pt,8.64pt,8.64pt,8.64pt">
                  <w:txbxContent>
                    <w:p w14:paraId="4B146AFB" w14:textId="1CD1A61B" w:rsidR="009A5088" w:rsidRPr="007E6171" w:rsidRDefault="003B357C" w:rsidP="007E6171">
                      <w:pPr>
                        <w:pStyle w:val="SideBarTitle"/>
                      </w:pPr>
                      <w:r w:rsidRPr="007E6171">
                        <w:t>Month</w:t>
                      </w:r>
                      <w:r w:rsidR="001A381A" w:rsidRPr="007E6171">
                        <w:t xml:space="preserve"> 2019 </w:t>
                      </w:r>
                      <w:r w:rsidR="00130856">
                        <w:br/>
                      </w:r>
                      <w:r w:rsidR="001A381A" w:rsidRPr="007E6171">
                        <w:t>Events at a Glance</w:t>
                      </w:r>
                    </w:p>
                    <w:p w14:paraId="7FBD9D99" w14:textId="77777777" w:rsidR="00130856" w:rsidRPr="001A381A" w:rsidRDefault="00130856" w:rsidP="00130856">
                      <w:pPr>
                        <w:pStyle w:val="EventSBdate"/>
                      </w:pPr>
                      <w:r>
                        <w:t>Month 00</w:t>
                      </w:r>
                      <w:r w:rsidRPr="001A381A">
                        <w:t xml:space="preserve">, </w:t>
                      </w:r>
                      <w:r w:rsidRPr="000E6680">
                        <w:t>2019</w:t>
                      </w:r>
                    </w:p>
                    <w:p w14:paraId="2854004D" w14:textId="77777777" w:rsidR="00130856" w:rsidRPr="001A381A" w:rsidRDefault="00130856" w:rsidP="00130856">
                      <w:pPr>
                        <w:pStyle w:val="EventSBtext"/>
                        <w:rPr>
                          <w:rStyle w:val="Strong"/>
                        </w:rPr>
                      </w:pPr>
                      <w:r>
                        <w:rPr>
                          <w:rStyle w:val="Strong"/>
                        </w:rPr>
                        <w:t>Event Title</w:t>
                      </w:r>
                    </w:p>
                    <w:p w14:paraId="399C5E6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3EDEFD8C"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0BB1B310" w14:textId="77777777" w:rsidR="00130856" w:rsidRPr="00373506" w:rsidRDefault="00130856" w:rsidP="00130856">
                      <w:pPr>
                        <w:pStyle w:val="EventSBtext"/>
                      </w:pPr>
                      <w:r w:rsidRPr="007E6171">
                        <w:rPr>
                          <w:rStyle w:val="Emphasis"/>
                        </w:rPr>
                        <w:t>Sponsor:</w:t>
                      </w:r>
                      <w:r w:rsidRPr="00373506">
                        <w:t xml:space="preserve"> </w:t>
                      </w:r>
                      <w:r>
                        <w:t>Sponsor</w:t>
                      </w:r>
                    </w:p>
                    <w:p w14:paraId="3B2F2010" w14:textId="77777777" w:rsidR="00130856" w:rsidRPr="00373506" w:rsidRDefault="00130856" w:rsidP="00130856">
                      <w:pPr>
                        <w:pStyle w:val="EventSBtext"/>
                      </w:pPr>
                      <w:r w:rsidRPr="007E6171">
                        <w:rPr>
                          <w:rStyle w:val="Emphasis"/>
                        </w:rPr>
                        <w:t>Location:</w:t>
                      </w:r>
                      <w:r w:rsidRPr="00373506">
                        <w:t xml:space="preserve"> TBD</w:t>
                      </w:r>
                    </w:p>
                    <w:p w14:paraId="5D408A7B" w14:textId="77777777" w:rsidR="00130856" w:rsidRPr="001A381A" w:rsidRDefault="00130856" w:rsidP="00130856">
                      <w:pPr>
                        <w:pStyle w:val="EventSBdate"/>
                      </w:pPr>
                      <w:r>
                        <w:t>Month 00</w:t>
                      </w:r>
                      <w:r w:rsidRPr="001A381A">
                        <w:t xml:space="preserve">, </w:t>
                      </w:r>
                      <w:r w:rsidRPr="000E6680">
                        <w:t>2019</w:t>
                      </w:r>
                    </w:p>
                    <w:p w14:paraId="100D78B0" w14:textId="77777777" w:rsidR="00130856" w:rsidRPr="001A381A" w:rsidRDefault="00130856" w:rsidP="00130856">
                      <w:pPr>
                        <w:pStyle w:val="EventSBtext"/>
                        <w:rPr>
                          <w:rStyle w:val="Strong"/>
                        </w:rPr>
                      </w:pPr>
                      <w:r>
                        <w:rPr>
                          <w:rStyle w:val="Strong"/>
                        </w:rPr>
                        <w:t>Event Title</w:t>
                      </w:r>
                    </w:p>
                    <w:p w14:paraId="6FDBAFE8"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59F84B6B"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257236B1" w14:textId="77777777" w:rsidR="00130856" w:rsidRPr="00373506" w:rsidRDefault="00130856" w:rsidP="00130856">
                      <w:pPr>
                        <w:pStyle w:val="EventSBtext"/>
                      </w:pPr>
                      <w:r w:rsidRPr="007E6171">
                        <w:rPr>
                          <w:rStyle w:val="Emphasis"/>
                        </w:rPr>
                        <w:t>Sponsor:</w:t>
                      </w:r>
                      <w:r w:rsidRPr="00373506">
                        <w:t xml:space="preserve"> </w:t>
                      </w:r>
                      <w:r>
                        <w:t>Sponsor</w:t>
                      </w:r>
                    </w:p>
                    <w:p w14:paraId="29A8F094" w14:textId="77777777" w:rsidR="00130856" w:rsidRPr="00373506" w:rsidRDefault="00130856" w:rsidP="00130856">
                      <w:pPr>
                        <w:pStyle w:val="EventSBtext"/>
                      </w:pPr>
                      <w:r w:rsidRPr="007E6171">
                        <w:rPr>
                          <w:rStyle w:val="Emphasis"/>
                        </w:rPr>
                        <w:t>Location:</w:t>
                      </w:r>
                      <w:r w:rsidRPr="00373506">
                        <w:t xml:space="preserve"> TBD</w:t>
                      </w:r>
                    </w:p>
                    <w:p w14:paraId="78E22281" w14:textId="77777777" w:rsidR="00130856" w:rsidRPr="001A381A" w:rsidRDefault="00130856" w:rsidP="00130856">
                      <w:pPr>
                        <w:pStyle w:val="EventSBdate"/>
                      </w:pPr>
                      <w:r>
                        <w:t>Month 00</w:t>
                      </w:r>
                      <w:r w:rsidRPr="001A381A">
                        <w:t xml:space="preserve">, </w:t>
                      </w:r>
                      <w:r w:rsidRPr="000E6680">
                        <w:t>2019</w:t>
                      </w:r>
                    </w:p>
                    <w:p w14:paraId="16529DD6" w14:textId="77777777" w:rsidR="00130856" w:rsidRPr="001A381A" w:rsidRDefault="00130856" w:rsidP="00130856">
                      <w:pPr>
                        <w:pStyle w:val="EventSBtext"/>
                        <w:rPr>
                          <w:rStyle w:val="Strong"/>
                        </w:rPr>
                      </w:pPr>
                      <w:r>
                        <w:rPr>
                          <w:rStyle w:val="Strong"/>
                        </w:rPr>
                        <w:t>Event Title</w:t>
                      </w:r>
                    </w:p>
                    <w:p w14:paraId="7A7DCEAA"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476E4B3D"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6D494A2F" w14:textId="77777777" w:rsidR="00130856" w:rsidRPr="00373506" w:rsidRDefault="00130856" w:rsidP="00130856">
                      <w:pPr>
                        <w:pStyle w:val="EventSBtext"/>
                      </w:pPr>
                      <w:r w:rsidRPr="007E6171">
                        <w:rPr>
                          <w:rStyle w:val="Emphasis"/>
                        </w:rPr>
                        <w:t>Sponsor:</w:t>
                      </w:r>
                      <w:r w:rsidRPr="00373506">
                        <w:t xml:space="preserve"> </w:t>
                      </w:r>
                      <w:r>
                        <w:t>Sponsor</w:t>
                      </w:r>
                    </w:p>
                    <w:p w14:paraId="2FAFE3E9" w14:textId="77777777" w:rsidR="00130856" w:rsidRPr="00373506" w:rsidRDefault="00130856" w:rsidP="00130856">
                      <w:pPr>
                        <w:pStyle w:val="EventSBtext"/>
                      </w:pPr>
                      <w:r w:rsidRPr="007E6171">
                        <w:rPr>
                          <w:rStyle w:val="Emphasis"/>
                        </w:rPr>
                        <w:t>Location:</w:t>
                      </w:r>
                      <w:r w:rsidRPr="00373506">
                        <w:t xml:space="preserve"> TBD</w:t>
                      </w:r>
                    </w:p>
                    <w:p w14:paraId="7C27A603" w14:textId="77777777" w:rsidR="006A438E" w:rsidRDefault="006A438E"/>
                  </w:txbxContent>
                </v:textbox>
              </v:shape>
            </w:pict>
          </mc:Fallback>
        </mc:AlternateContent>
      </w:r>
    </w:p>
    <w:p w14:paraId="02C9C36F" w14:textId="0D6045C0" w:rsidR="003E063B" w:rsidRPr="00FD325E" w:rsidRDefault="001A381A" w:rsidP="00FD325E">
      <w:pPr>
        <w:pStyle w:val="Heading2"/>
      </w:pPr>
      <w:r w:rsidRPr="00FD325E">
        <w:t xml:space="preserve">Heading 2: </w:t>
      </w:r>
      <w:r w:rsidR="007258A9" w:rsidRPr="00FD325E">
        <w:t>Event Title 1</w:t>
      </w:r>
      <w:r w:rsidR="00EE53F9" w:rsidRPr="00FD325E">
        <w:t xml:space="preserve">. </w:t>
      </w:r>
    </w:p>
    <w:p w14:paraId="372E7A13" w14:textId="5B9ABA4A" w:rsidR="00207921" w:rsidRPr="00207921" w:rsidRDefault="00FD325E" w:rsidP="00FD325E">
      <w:pPr>
        <w:pStyle w:val="P1"/>
      </w:pPr>
      <w:r>
        <w:t xml:space="preserve">(P1) </w:t>
      </w:r>
      <w:r w:rsidR="00207921" w:rsidRPr="00207921">
        <w:t>Phasellus sit amet commodo erat. Phasellus et pellentesque arcu. Vivamus felis est, porttitor a pellentesque at, ultrices eget tortor. Donec tincidunt sollicitudin leo sit amet auctor. Nullam nisl augue, commodo a consequat sed, egestas vitae ex. Sed varius sem leo, vel lobortis arcu consequat eu. Vivamus fermentum felis eu massa imperdiet ornare. Integer maximus nisl orci, sed vulputate libero faucibus eu.</w:t>
      </w:r>
    </w:p>
    <w:p w14:paraId="0D0E0CC3" w14:textId="50002E7B" w:rsidR="00207921" w:rsidRPr="00207921" w:rsidRDefault="00FD325E" w:rsidP="00207921">
      <w:pPr>
        <w:pStyle w:val="P2"/>
      </w:pPr>
      <w:r>
        <w:t xml:space="preserve">(P2) </w:t>
      </w:r>
      <w:r w:rsidR="00207921" w:rsidRPr="00207921">
        <w:t>Duis maximus ac orci a malesuada. Integer ullamcorper lectus dolor, at pharetra dolor tincidunt at. Duis accumsan ante consequat, viverra felis non, malesuada urna. Maecenas nec aliquam ligula, at mollis augue. Donec vel consequat nisl, ac fermentum libero. Praesent eget ligula at erat volutpat congue in non mauris. Sed a justo dui. Donec pellentesque maximus eros sit amet tristique. Sed vulputate condimentum dolor, eu aliquet tellus ornare vitae.</w:t>
      </w:r>
    </w:p>
    <w:p w14:paraId="3213B90E" w14:textId="3EE1FD37" w:rsidR="006061CB" w:rsidRPr="00373506" w:rsidRDefault="001A381A" w:rsidP="00207921">
      <w:pPr>
        <w:pStyle w:val="Heading2"/>
      </w:pPr>
      <w:r w:rsidRPr="00373506">
        <w:t>Heading 2</w:t>
      </w:r>
    </w:p>
    <w:p w14:paraId="6DFE01C4" w14:textId="5D9034A0" w:rsidR="003B357C" w:rsidRPr="003B357C" w:rsidRDefault="003B357C" w:rsidP="003B357C">
      <w:pPr>
        <w:pStyle w:val="P1"/>
      </w:pPr>
      <w:r w:rsidRPr="003B357C">
        <w:t>Phasellus sit amet commodo erat. Phasellus et pellentesque arcu. Vivamus felis est, porttitor a pellentesque at, ultrices eget tortor. Donec tincidunt sollicitudin leo sit amet auctor. Nullam nisl augue, commodo a consequat sed, egestas vitae ex. Sed varius sem leo, vel lobortis arcu consequat eu. Vivamus fermentum felis eu massa imperdiet ornare. Integer maximus nisl orci, sed vulputate libero faucibus eu.</w:t>
      </w:r>
    </w:p>
    <w:p w14:paraId="4496AD0C" w14:textId="77777777" w:rsidR="003B357C" w:rsidRPr="003B357C" w:rsidRDefault="003B357C" w:rsidP="003B357C">
      <w:pPr>
        <w:pStyle w:val="P2"/>
      </w:pPr>
      <w:r w:rsidRPr="003B357C">
        <w:t>Duis maximus ac orci a malesuada. Integer ullamcorper lectus dolor, at pharetra dolor tincidunt at. Duis accumsan ante consequat, viverra felis non, malesuada urna. Maecenas nec aliquam ligula, at mollis augue. Donec vel consequat nisl, ac fermentum libero. Praesent eget ligula at erat volutpat congue in non mauris. Sed a justo dui. Donec pellentesque maximus eros sit amet tristique. Sed vulputate condimentum dolor, eu aliquet tellus ornare vitae.</w:t>
      </w:r>
    </w:p>
    <w:p w14:paraId="1DE777CA" w14:textId="5278C3D8" w:rsidR="003B357C" w:rsidRPr="002E55EA" w:rsidRDefault="003B357C" w:rsidP="002E55EA">
      <w:pPr>
        <w:rPr>
          <w:rFonts w:ascii="Arial" w:hAnsi="Arial" w:cs="Arial"/>
          <w:noProof/>
          <w:color w:val="222222"/>
          <w:sz w:val="21"/>
          <w:szCs w:val="20"/>
          <w:shd w:val="clear" w:color="auto" w:fill="FFFFFF"/>
        </w:rPr>
        <w:sectPr w:rsidR="003B357C" w:rsidRPr="002E55EA" w:rsidSect="002E55EA">
          <w:type w:val="continuous"/>
          <w:pgSz w:w="12240" w:h="15840"/>
          <w:pgMar w:top="1440" w:right="1008" w:bottom="1152" w:left="4608" w:header="432" w:footer="432" w:gutter="0"/>
          <w:cols w:space="576"/>
          <w:docGrid w:linePitch="360"/>
        </w:sectPr>
      </w:pPr>
    </w:p>
    <w:p w14:paraId="02189B31" w14:textId="0D716D55" w:rsidR="002E55EA" w:rsidRDefault="002E55EA" w:rsidP="00BE2A06">
      <w:pPr>
        <w:pStyle w:val="Heading2"/>
        <w:rPr>
          <w:rFonts w:ascii="Trebuchet MS" w:eastAsia="Times New Roman" w:hAnsi="Trebuchet MS" w:cs="Times New Roman"/>
          <w:sz w:val="21"/>
          <w:szCs w:val="21"/>
        </w:rPr>
        <w:sectPr w:rsidR="002E55EA" w:rsidSect="002E55EA">
          <w:type w:val="continuous"/>
          <w:pgSz w:w="12240" w:h="15840"/>
          <w:pgMar w:top="1656" w:right="1008" w:bottom="1152" w:left="4608" w:header="432" w:footer="432" w:gutter="0"/>
          <w:cols w:space="576"/>
          <w:docGrid w:linePitch="360"/>
        </w:sectPr>
      </w:pPr>
    </w:p>
    <w:p w14:paraId="08D9D811" w14:textId="34E042DA" w:rsidR="00EE0F24" w:rsidRPr="002B56F8" w:rsidRDefault="007E6171" w:rsidP="00EE0F24">
      <w:pPr>
        <w:pStyle w:val="Heading2"/>
      </w:pPr>
      <w:r>
        <w:rPr>
          <w:noProof/>
        </w:rPr>
        <w:lastRenderedPageBreak/>
        <mc:AlternateContent>
          <mc:Choice Requires="wps">
            <w:drawing>
              <wp:anchor distT="0" distB="0" distL="114300" distR="114300" simplePos="0" relativeHeight="251667456" behindDoc="0" locked="0" layoutInCell="1" allowOverlap="1" wp14:anchorId="7BF568A0" wp14:editId="62BB0AB5">
                <wp:simplePos x="0" y="0"/>
                <wp:positionH relativeFrom="column">
                  <wp:posOffset>-2265680</wp:posOffset>
                </wp:positionH>
                <wp:positionV relativeFrom="paragraph">
                  <wp:posOffset>2885440</wp:posOffset>
                </wp:positionV>
                <wp:extent cx="1905000" cy="2969895"/>
                <wp:effectExtent l="0" t="0" r="0" b="0"/>
                <wp:wrapNone/>
                <wp:docPr id="6" name="Text Box 6"/>
                <wp:cNvGraphicFramePr/>
                <a:graphic xmlns:a="http://schemas.openxmlformats.org/drawingml/2006/main">
                  <a:graphicData uri="http://schemas.microsoft.com/office/word/2010/wordprocessingShape">
                    <wps:wsp>
                      <wps:cNvSpPr txBox="1"/>
                      <wps:spPr>
                        <a:xfrm>
                          <a:off x="0" y="0"/>
                          <a:ext cx="1905000" cy="2969895"/>
                        </a:xfrm>
                        <a:prstGeom prst="rect">
                          <a:avLst/>
                        </a:prstGeom>
                        <a:noFill/>
                        <a:ln w="6350">
                          <a:noFill/>
                        </a:ln>
                      </wps:spPr>
                      <wps:txbx>
                        <w:txbxContent>
                          <w:p w14:paraId="0FEC5969" w14:textId="13032763" w:rsidR="003B357C" w:rsidRPr="00FD325E" w:rsidRDefault="003B357C" w:rsidP="00FD325E">
                            <w:pPr>
                              <w:pStyle w:val="PullQuote"/>
                            </w:pPr>
                            <w:r w:rsidRPr="00FD325E">
                              <w:t>(Pull Quote) Style</w:t>
                            </w:r>
                          </w:p>
                          <w:p w14:paraId="1F29BBDF" w14:textId="02C9B9DF" w:rsidR="003B357C" w:rsidRPr="003B357C" w:rsidRDefault="003B357C" w:rsidP="00FD325E">
                            <w:pPr>
                              <w:pStyle w:val="PullQuote"/>
                              <w:rPr>
                                <w:rFonts w:ascii="Times New Roman" w:hAnsi="Times New Roman" w:cs="Times New Roman"/>
                              </w:rPr>
                            </w:pPr>
                            <w:proofErr w:type="spellStart"/>
                            <w:r w:rsidRPr="003B357C">
                              <w:t>Mauris</w:t>
                            </w:r>
                            <w:proofErr w:type="spellEnd"/>
                            <w:r w:rsidRPr="003B357C">
                              <w:t xml:space="preserve"> </w:t>
                            </w:r>
                            <w:proofErr w:type="spellStart"/>
                            <w:r w:rsidRPr="003B357C">
                              <w:t>purus</w:t>
                            </w:r>
                            <w:proofErr w:type="spellEnd"/>
                            <w:r w:rsidRPr="003B357C">
                              <w:t xml:space="preserve"> </w:t>
                            </w:r>
                            <w:proofErr w:type="spellStart"/>
                            <w:r w:rsidRPr="003B357C">
                              <w:t>nisl</w:t>
                            </w:r>
                            <w:proofErr w:type="spellEnd"/>
                            <w:r w:rsidRPr="003B357C">
                              <w:t xml:space="preserve">, </w:t>
                            </w:r>
                            <w:proofErr w:type="spellStart"/>
                            <w:r w:rsidRPr="003B357C">
                              <w:t>faucibus</w:t>
                            </w:r>
                            <w:proofErr w:type="spellEnd"/>
                            <w:r w:rsidRPr="003B357C">
                              <w:t xml:space="preserve"> </w:t>
                            </w:r>
                            <w:proofErr w:type="spellStart"/>
                            <w:r w:rsidRPr="003B357C">
                              <w:t>hendrerit</w:t>
                            </w:r>
                            <w:proofErr w:type="spellEnd"/>
                            <w:r w:rsidRPr="003B357C">
                              <w:t xml:space="preserve"> </w:t>
                            </w:r>
                            <w:proofErr w:type="spellStart"/>
                            <w:r w:rsidRPr="003B357C">
                              <w:t>eros</w:t>
                            </w:r>
                            <w:proofErr w:type="spellEnd"/>
                            <w:r w:rsidRPr="003B357C">
                              <w:t xml:space="preserve"> </w:t>
                            </w:r>
                            <w:proofErr w:type="spellStart"/>
                            <w:r w:rsidRPr="003B357C">
                              <w:t>nec</w:t>
                            </w:r>
                            <w:proofErr w:type="spellEnd"/>
                            <w:r w:rsidRPr="003B357C">
                              <w:t xml:space="preserve">, </w:t>
                            </w:r>
                            <w:proofErr w:type="spellStart"/>
                            <w:r w:rsidRPr="003B357C">
                              <w:t>feugiat</w:t>
                            </w:r>
                            <w:proofErr w:type="spellEnd"/>
                            <w:r w:rsidRPr="003B357C">
                              <w:t xml:space="preserve"> pulvinar </w:t>
                            </w:r>
                            <w:proofErr w:type="spellStart"/>
                            <w:r w:rsidRPr="003B357C">
                              <w:t>urna</w:t>
                            </w:r>
                            <w:proofErr w:type="spellEnd"/>
                            <w:r w:rsidRPr="003B357C">
                              <w:t xml:space="preserve">. </w:t>
                            </w:r>
                            <w:proofErr w:type="spellStart"/>
                            <w:r w:rsidRPr="003B357C">
                              <w:t>Mauris</w:t>
                            </w:r>
                            <w:proofErr w:type="spellEnd"/>
                            <w:r w:rsidRPr="003B357C">
                              <w:t xml:space="preserve"> a </w:t>
                            </w:r>
                            <w:proofErr w:type="spellStart"/>
                            <w:r w:rsidRPr="003B357C">
                              <w:t>odio</w:t>
                            </w:r>
                            <w:proofErr w:type="spellEnd"/>
                            <w:r w:rsidRPr="003B357C">
                              <w:t xml:space="preserve"> vel </w:t>
                            </w:r>
                            <w:proofErr w:type="spellStart"/>
                            <w:r w:rsidRPr="003B357C">
                              <w:t>massa</w:t>
                            </w:r>
                            <w:proofErr w:type="spellEnd"/>
                            <w:r w:rsidRPr="003B357C">
                              <w:t xml:space="preserve"> </w:t>
                            </w:r>
                            <w:proofErr w:type="spellStart"/>
                            <w:r w:rsidRPr="003B357C">
                              <w:t>laoreet</w:t>
                            </w:r>
                            <w:proofErr w:type="spellEnd"/>
                            <w:r w:rsidRPr="003B357C">
                              <w:t xml:space="preserve"> </w:t>
                            </w:r>
                            <w:proofErr w:type="spellStart"/>
                            <w:r w:rsidRPr="003B357C">
                              <w:t>viverra</w:t>
                            </w:r>
                            <w:proofErr w:type="spellEnd"/>
                            <w:r w:rsidRPr="003B357C">
                              <w:t xml:space="preserve">. </w:t>
                            </w:r>
                            <w:proofErr w:type="spellStart"/>
                            <w:r w:rsidRPr="003B357C">
                              <w:t>Praesent</w:t>
                            </w:r>
                            <w:proofErr w:type="spellEnd"/>
                            <w:r w:rsidRPr="003B357C">
                              <w:t xml:space="preserve"> vel </w:t>
                            </w:r>
                            <w:proofErr w:type="spellStart"/>
                            <w:r w:rsidRPr="003B357C">
                              <w:t>quam</w:t>
                            </w:r>
                            <w:proofErr w:type="spellEnd"/>
                            <w:r w:rsidRPr="003B357C">
                              <w:t xml:space="preserve"> </w:t>
                            </w:r>
                            <w:proofErr w:type="spellStart"/>
                            <w:r w:rsidRPr="003B357C">
                              <w:t>risus</w:t>
                            </w:r>
                            <w:proofErr w:type="spellEnd"/>
                            <w:r w:rsidRPr="003B357C">
                              <w:t>.</w:t>
                            </w:r>
                          </w:p>
                          <w:p w14:paraId="28D56CBD" w14:textId="77777777" w:rsidR="003B357C" w:rsidRPr="003B357C" w:rsidRDefault="003B357C">
                            <w:pPr>
                              <w:rPr>
                                <w:color w:val="007CC0" w:themeColor="accen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BF568A0" id="Text Box 6" o:spid="_x0000_s1027" type="#_x0000_t202" style="position:absolute;margin-left:-178.4pt;margin-top:227.2pt;width:150pt;height:233.8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" filled="f" stroked="f" strokeweight=".5pt">
                <v:textbox>
                  <w:txbxContent>
                    <w:p w14:paraId="0FEC5969" w14:textId="13032763" w:rsidR="003B357C" w:rsidRPr="00FD325E" w:rsidRDefault="003B357C" w:rsidP="00FD325E">
                      <w:pPr>
                        <w:pStyle w:val="PullQuote"/>
                      </w:pPr>
                      <w:r w:rsidRPr="00FD325E">
                        <w:t>(Pull Quote) Style</w:t>
                      </w:r>
                    </w:p>
                    <w:p w14:paraId="1F29BBDF" w14:textId="02C9B9DF" w:rsidR="003B357C" w:rsidRPr="003B357C" w:rsidRDefault="003B357C" w:rsidP="00FD325E">
                      <w:pPr>
                        <w:pStyle w:val="PullQuote"/>
                        <w:rPr>
                          <w:rFonts w:ascii="Times New Roman" w:hAnsi="Times New Roman" w:cs="Times New Roman"/>
                        </w:rPr>
                      </w:pPr>
                      <w:proofErr w:type="spellStart"/>
                      <w:r w:rsidRPr="003B357C">
                        <w:t>Mauris</w:t>
                      </w:r>
                      <w:proofErr w:type="spellEnd"/>
                      <w:r w:rsidRPr="003B357C">
                        <w:t xml:space="preserve"> </w:t>
                      </w:r>
                      <w:proofErr w:type="spellStart"/>
                      <w:r w:rsidRPr="003B357C">
                        <w:t>purus</w:t>
                      </w:r>
                      <w:proofErr w:type="spellEnd"/>
                      <w:r w:rsidRPr="003B357C">
                        <w:t xml:space="preserve"> </w:t>
                      </w:r>
                      <w:proofErr w:type="spellStart"/>
                      <w:r w:rsidRPr="003B357C">
                        <w:t>nisl</w:t>
                      </w:r>
                      <w:proofErr w:type="spellEnd"/>
                      <w:r w:rsidRPr="003B357C">
                        <w:t xml:space="preserve">, </w:t>
                      </w:r>
                      <w:proofErr w:type="spellStart"/>
                      <w:r w:rsidRPr="003B357C">
                        <w:t>faucibus</w:t>
                      </w:r>
                      <w:proofErr w:type="spellEnd"/>
                      <w:r w:rsidRPr="003B357C">
                        <w:t xml:space="preserve"> </w:t>
                      </w:r>
                      <w:proofErr w:type="spellStart"/>
                      <w:r w:rsidRPr="003B357C">
                        <w:t>hendrerit</w:t>
                      </w:r>
                      <w:proofErr w:type="spellEnd"/>
                      <w:r w:rsidRPr="003B357C">
                        <w:t xml:space="preserve"> </w:t>
                      </w:r>
                      <w:proofErr w:type="spellStart"/>
                      <w:r w:rsidRPr="003B357C">
                        <w:t>eros</w:t>
                      </w:r>
                      <w:proofErr w:type="spellEnd"/>
                      <w:r w:rsidRPr="003B357C">
                        <w:t xml:space="preserve"> </w:t>
                      </w:r>
                      <w:proofErr w:type="spellStart"/>
                      <w:r w:rsidRPr="003B357C">
                        <w:t>nec</w:t>
                      </w:r>
                      <w:proofErr w:type="spellEnd"/>
                      <w:r w:rsidRPr="003B357C">
                        <w:t xml:space="preserve">, </w:t>
                      </w:r>
                      <w:proofErr w:type="spellStart"/>
                      <w:r w:rsidRPr="003B357C">
                        <w:t>feugiat</w:t>
                      </w:r>
                      <w:proofErr w:type="spellEnd"/>
                      <w:r w:rsidRPr="003B357C">
                        <w:t xml:space="preserve"> pulvinar </w:t>
                      </w:r>
                      <w:proofErr w:type="spellStart"/>
                      <w:r w:rsidRPr="003B357C">
                        <w:t>urna</w:t>
                      </w:r>
                      <w:proofErr w:type="spellEnd"/>
                      <w:r w:rsidRPr="003B357C">
                        <w:t xml:space="preserve">. </w:t>
                      </w:r>
                      <w:proofErr w:type="spellStart"/>
                      <w:r w:rsidRPr="003B357C">
                        <w:t>Mauris</w:t>
                      </w:r>
                      <w:proofErr w:type="spellEnd"/>
                      <w:r w:rsidRPr="003B357C">
                        <w:t xml:space="preserve"> a </w:t>
                      </w:r>
                      <w:proofErr w:type="spellStart"/>
                      <w:r w:rsidRPr="003B357C">
                        <w:t>odio</w:t>
                      </w:r>
                      <w:proofErr w:type="spellEnd"/>
                      <w:r w:rsidRPr="003B357C">
                        <w:t xml:space="preserve"> vel </w:t>
                      </w:r>
                      <w:proofErr w:type="spellStart"/>
                      <w:r w:rsidRPr="003B357C">
                        <w:t>massa</w:t>
                      </w:r>
                      <w:proofErr w:type="spellEnd"/>
                      <w:r w:rsidRPr="003B357C">
                        <w:t xml:space="preserve"> </w:t>
                      </w:r>
                      <w:proofErr w:type="spellStart"/>
                      <w:r w:rsidRPr="003B357C">
                        <w:t>laoreet</w:t>
                      </w:r>
                      <w:proofErr w:type="spellEnd"/>
                      <w:r w:rsidRPr="003B357C">
                        <w:t xml:space="preserve"> </w:t>
                      </w:r>
                      <w:proofErr w:type="spellStart"/>
                      <w:r w:rsidRPr="003B357C">
                        <w:t>viverra</w:t>
                      </w:r>
                      <w:proofErr w:type="spellEnd"/>
                      <w:r w:rsidRPr="003B357C">
                        <w:t xml:space="preserve">. </w:t>
                      </w:r>
                      <w:proofErr w:type="spellStart"/>
                      <w:r w:rsidRPr="003B357C">
                        <w:t>Praesent</w:t>
                      </w:r>
                      <w:proofErr w:type="spellEnd"/>
                      <w:r w:rsidRPr="003B357C">
                        <w:t xml:space="preserve"> vel </w:t>
                      </w:r>
                      <w:proofErr w:type="spellStart"/>
                      <w:r w:rsidRPr="003B357C">
                        <w:t>quam</w:t>
                      </w:r>
                      <w:proofErr w:type="spellEnd"/>
                      <w:r w:rsidRPr="003B357C">
                        <w:t xml:space="preserve"> </w:t>
                      </w:r>
                      <w:proofErr w:type="spellStart"/>
                      <w:r w:rsidRPr="003B357C">
                        <w:t>risus</w:t>
                      </w:r>
                      <w:proofErr w:type="spellEnd"/>
                      <w:r w:rsidRPr="003B357C">
                        <w:t>.</w:t>
                      </w:r>
                    </w:p>
                    <w:p w14:paraId="28D56CBD" w14:textId="77777777" w:rsidR="003B357C" w:rsidRPr="003B357C" w:rsidRDefault="003B357C">
                      <w:pPr>
                        <w:rPr>
                          <w:color w:val="007CC0" w:themeColor="accent1"/>
                        </w:rPr>
                      </w:pPr>
                    </w:p>
                  </w:txbxContent>
                </v:textbox>
              </v:shape>
            </w:pict>
          </mc:Fallback>
        </mc:AlternateContent>
      </w:r>
      <w:r>
        <w:rPr>
          <w:noProof/>
        </w:rPr>
        <mc:AlternateContent>
          <mc:Choice Requires="wps">
            <w:drawing>
              <wp:anchor distT="0" distB="0" distL="114300" distR="114300" simplePos="0" relativeHeight="251662336" behindDoc="1" locked="0" layoutInCell="1" allowOverlap="1" wp14:anchorId="7AB4111B" wp14:editId="65F5F923">
                <wp:simplePos x="0" y="0"/>
                <wp:positionH relativeFrom="column">
                  <wp:posOffset>-2265680</wp:posOffset>
                </wp:positionH>
                <wp:positionV relativeFrom="paragraph">
                  <wp:posOffset>2540</wp:posOffset>
                </wp:positionV>
                <wp:extent cx="2011680" cy="2311400"/>
                <wp:effectExtent l="0" t="0" r="0" b="0"/>
                <wp:wrapNone/>
                <wp:docPr id="1" name="Text Box 1"/>
                <wp:cNvGraphicFramePr/>
                <a:graphic xmlns:a="http://schemas.openxmlformats.org/drawingml/2006/main">
                  <a:graphicData uri="http://schemas.microsoft.com/office/word/2010/wordprocessingShape">
                    <wps:wsp>
                      <wps:cNvSpPr txBox="1"/>
                      <wps:spPr>
                        <a:xfrm>
                          <a:off x="0" y="0"/>
                          <a:ext cx="2011680" cy="2311400"/>
                        </a:xfrm>
                        <a:prstGeom prst="rect">
                          <a:avLst/>
                        </a:prstGeom>
                        <a:solidFill>
                          <a:srgbClr val="B9DEFF">
                            <a:alpha val="36078"/>
                          </a:srgbClr>
                        </a:solidFill>
                        <a:ln w="6350">
                          <a:noFill/>
                        </a:ln>
                      </wps:spPr>
                      <wps:txbx>
                        <w:txbxContent>
                          <w:p w14:paraId="6F36D050" w14:textId="7945DA3B" w:rsidR="003B357C" w:rsidRPr="001A381A" w:rsidRDefault="003B357C" w:rsidP="007E6171">
                            <w:pPr>
                              <w:pStyle w:val="SideBarTitle"/>
                            </w:pPr>
                            <w:r>
                              <w:t>Month</w:t>
                            </w:r>
                            <w:r w:rsidRPr="001A381A">
                              <w:t xml:space="preserve"> 2019 </w:t>
                            </w:r>
                            <w:r w:rsidR="00130856">
                              <w:br/>
                            </w:r>
                            <w:r w:rsidRPr="001A381A">
                              <w:t>Events at a Glance</w:t>
                            </w:r>
                          </w:p>
                          <w:p w14:paraId="5BCB006C" w14:textId="77777777" w:rsidR="00130856" w:rsidRPr="001A381A" w:rsidRDefault="00130856" w:rsidP="00130856">
                            <w:pPr>
                              <w:pStyle w:val="EventSBdate"/>
                            </w:pPr>
                            <w:r>
                              <w:t>Month 00</w:t>
                            </w:r>
                            <w:r w:rsidRPr="001A381A">
                              <w:t xml:space="preserve">, </w:t>
                            </w:r>
                            <w:r w:rsidRPr="000E6680">
                              <w:t>2019</w:t>
                            </w:r>
                          </w:p>
                          <w:p w14:paraId="15DC0DF2" w14:textId="77777777" w:rsidR="00130856" w:rsidRPr="001A381A" w:rsidRDefault="00130856" w:rsidP="00130856">
                            <w:pPr>
                              <w:pStyle w:val="EventSBtext"/>
                              <w:rPr>
                                <w:rStyle w:val="Strong"/>
                              </w:rPr>
                            </w:pPr>
                            <w:r>
                              <w:rPr>
                                <w:rStyle w:val="Strong"/>
                              </w:rPr>
                              <w:t>Event Title</w:t>
                            </w:r>
                          </w:p>
                          <w:p w14:paraId="360FC72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165896B0"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5F999E26" w14:textId="77777777" w:rsidR="00130856" w:rsidRPr="00373506" w:rsidRDefault="00130856" w:rsidP="00130856">
                            <w:pPr>
                              <w:pStyle w:val="EventSBtext"/>
                            </w:pPr>
                            <w:r w:rsidRPr="007E6171">
                              <w:rPr>
                                <w:rStyle w:val="Emphasis"/>
                              </w:rPr>
                              <w:t>Sponsor:</w:t>
                            </w:r>
                            <w:r w:rsidRPr="00373506">
                              <w:t xml:space="preserve"> </w:t>
                            </w:r>
                            <w:r>
                              <w:t>Sponsor</w:t>
                            </w:r>
                          </w:p>
                          <w:p w14:paraId="23550B32" w14:textId="77777777" w:rsidR="00130856" w:rsidRPr="00373506" w:rsidRDefault="00130856" w:rsidP="00130856">
                            <w:pPr>
                              <w:pStyle w:val="EventSBtext"/>
                            </w:pPr>
                            <w:r w:rsidRPr="007E6171">
                              <w:rPr>
                                <w:rStyle w:val="Emphasis"/>
                              </w:rPr>
                              <w:t>Location:</w:t>
                            </w:r>
                            <w:r w:rsidRPr="00373506">
                              <w:t xml:space="preserve"> TBD</w:t>
                            </w:r>
                          </w:p>
                          <w:p w14:paraId="71D985B2" w14:textId="23B9A7F5" w:rsidR="00BE2A06" w:rsidRPr="003629E5" w:rsidRDefault="00BE2A06" w:rsidP="00BE2A06">
                            <w:pPr>
                              <w:rPr>
                                <w:rFonts w:ascii="Arial" w:hAnsi="Arial" w:cs="Arial"/>
                                <w:b/>
                                <w:bCs/>
                                <w:sz w:val="21"/>
                                <w:szCs w:val="21"/>
                              </w:rPr>
                            </w:pPr>
                          </w:p>
                          <w:p w14:paraId="40EAFBC5" w14:textId="77777777" w:rsidR="00BE2A06" w:rsidRDefault="00BE2A06" w:rsidP="00BE2A06"/>
                        </w:txbxContent>
                      </wps:txbx>
                      <wps:bodyPr rot="0" spcFirstLastPara="0" vertOverflow="overflow" horzOverflow="overflow" vert="horz" wrap="square" lIns="109728" tIns="109728" rIns="109728" bIns="109728"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B4111B" id="Text Box 1" o:spid="_x0000_s1028" type="#_x0000_t202" style="position:absolute;margin-left:-178.4pt;margin-top:.2pt;width:158.4pt;height:182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" fillcolor="#b9deff" stroked="f" strokeweight=".5pt">
                <v:fill opacity="23644f"/>
                <v:textbox inset="8.64pt,8.64pt,8.64pt,8.64pt">
                  <w:txbxContent>
                    <w:p w14:paraId="6F36D050" w14:textId="7945DA3B" w:rsidR="003B357C" w:rsidRPr="001A381A" w:rsidRDefault="003B357C" w:rsidP="007E6171">
                      <w:pPr>
                        <w:pStyle w:val="SideBarTitle"/>
                      </w:pPr>
                      <w:r>
                        <w:t>Month</w:t>
                      </w:r>
                      <w:r w:rsidRPr="001A381A">
                        <w:t xml:space="preserve"> 2019 </w:t>
                      </w:r>
                      <w:r w:rsidR="00130856">
                        <w:br/>
                      </w:r>
                      <w:r w:rsidRPr="001A381A">
                        <w:t>Events at a Glance</w:t>
                      </w:r>
                    </w:p>
                    <w:p w14:paraId="5BCB006C" w14:textId="77777777" w:rsidR="00130856" w:rsidRPr="001A381A" w:rsidRDefault="00130856" w:rsidP="00130856">
                      <w:pPr>
                        <w:pStyle w:val="EventSBdate"/>
                      </w:pPr>
                      <w:r>
                        <w:t>Month 00</w:t>
                      </w:r>
                      <w:r w:rsidRPr="001A381A">
                        <w:t xml:space="preserve">, </w:t>
                      </w:r>
                      <w:r w:rsidRPr="000E6680">
                        <w:t>2019</w:t>
                      </w:r>
                    </w:p>
                    <w:p w14:paraId="15DC0DF2" w14:textId="77777777" w:rsidR="00130856" w:rsidRPr="001A381A" w:rsidRDefault="00130856" w:rsidP="00130856">
                      <w:pPr>
                        <w:pStyle w:val="EventSBtext"/>
                        <w:rPr>
                          <w:rStyle w:val="Strong"/>
                        </w:rPr>
                      </w:pPr>
                      <w:r>
                        <w:rPr>
                          <w:rStyle w:val="Strong"/>
                        </w:rPr>
                        <w:t>Event Title</w:t>
                      </w:r>
                    </w:p>
                    <w:p w14:paraId="360FC72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165896B0"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5F999E26" w14:textId="77777777" w:rsidR="00130856" w:rsidRPr="00373506" w:rsidRDefault="00130856" w:rsidP="00130856">
                      <w:pPr>
                        <w:pStyle w:val="EventSBtext"/>
                      </w:pPr>
                      <w:r w:rsidRPr="007E6171">
                        <w:rPr>
                          <w:rStyle w:val="Emphasis"/>
                        </w:rPr>
                        <w:t>Sponsor:</w:t>
                      </w:r>
                      <w:r w:rsidRPr="00373506">
                        <w:t xml:space="preserve"> </w:t>
                      </w:r>
                      <w:r>
                        <w:t>Sponsor</w:t>
                      </w:r>
                    </w:p>
                    <w:p w14:paraId="23550B32" w14:textId="77777777" w:rsidR="00130856" w:rsidRPr="00373506" w:rsidRDefault="00130856" w:rsidP="00130856">
                      <w:pPr>
                        <w:pStyle w:val="EventSBtext"/>
                      </w:pPr>
                      <w:r w:rsidRPr="007E6171">
                        <w:rPr>
                          <w:rStyle w:val="Emphasis"/>
                        </w:rPr>
                        <w:t>Location:</w:t>
                      </w:r>
                      <w:r w:rsidRPr="00373506">
                        <w:t xml:space="preserve"> TBD</w:t>
                      </w:r>
                    </w:p>
                    <w:p w14:paraId="71D985B2" w14:textId="23B9A7F5" w:rsidR="00BE2A06" w:rsidRPr="003629E5" w:rsidRDefault="00BE2A06" w:rsidP="00BE2A06">
                      <w:pPr>
                        <w:rPr>
                          <w:rFonts w:ascii="Arial" w:hAnsi="Arial" w:cs="Arial"/>
                          <w:b/>
                          <w:bCs/>
                          <w:sz w:val="21"/>
                          <w:szCs w:val="21"/>
                        </w:rPr>
                      </w:pPr>
                    </w:p>
                    <w:p w14:paraId="40EAFBC5" w14:textId="77777777" w:rsidR="00BE2A06" w:rsidRDefault="00BE2A06" w:rsidP="00BE2A06"/>
                  </w:txbxContent>
                </v:textbox>
              </v:shape>
            </w:pict>
          </mc:Fallback>
        </mc:AlternateContent>
      </w:r>
      <w:r w:rsidR="003B357C">
        <w:rPr>
          <w:noProof/>
        </w:rPr>
        <mc:AlternateContent>
          <mc:Choice Requires="wps">
            <w:drawing>
              <wp:anchor distT="91440" distB="182880" distL="114300" distR="114300" simplePos="0" relativeHeight="251666432" behindDoc="0" locked="0" layoutInCell="1" allowOverlap="1" wp14:anchorId="18DA7986" wp14:editId="08DDDFE8">
                <wp:simplePos x="0" y="0"/>
                <wp:positionH relativeFrom="column">
                  <wp:posOffset>-8890</wp:posOffset>
                </wp:positionH>
                <wp:positionV relativeFrom="paragraph">
                  <wp:posOffset>2713355</wp:posOffset>
                </wp:positionV>
                <wp:extent cx="4462272" cy="265176"/>
                <wp:effectExtent l="0" t="0" r="0" b="0"/>
                <wp:wrapTopAndBottom/>
                <wp:docPr id="5" name="Text Box 5"/>
                <wp:cNvGraphicFramePr/>
                <a:graphic xmlns:a="http://schemas.openxmlformats.org/drawingml/2006/main">
                  <a:graphicData uri="http://schemas.microsoft.com/office/word/2010/wordprocessingShape">
                    <wps:wsp>
                      <wps:cNvSpPr txBox="1"/>
                      <wps:spPr>
                        <a:xfrm>
                          <a:off x="0" y="0"/>
                          <a:ext cx="4462272" cy="265176"/>
                        </a:xfrm>
                        <a:prstGeom prst="rect">
                          <a:avLst/>
                        </a:prstGeom>
                        <a:noFill/>
                        <a:ln w="6350">
                          <a:noFill/>
                        </a:ln>
                      </wps:spPr>
                      <wps:txbx>
                        <w:txbxContent>
                          <w:p w14:paraId="1A5379C8" w14:textId="54F35C2D" w:rsidR="003B357C" w:rsidRPr="003B357C" w:rsidRDefault="003B357C">
                            <w:pPr>
                              <w:rPr>
                                <w:rFonts w:ascii="Arial" w:hAnsi="Arial" w:cs="Arial"/>
                                <w:i/>
                                <w:iCs/>
                                <w:sz w:val="22"/>
                                <w:szCs w:val="22"/>
                              </w:rPr>
                            </w:pPr>
                            <w:r w:rsidRPr="003B357C">
                              <w:rPr>
                                <w:rFonts w:ascii="Arial" w:hAnsi="Arial" w:cs="Arial"/>
                                <w:i/>
                                <w:iCs/>
                                <w:sz w:val="22"/>
                                <w:szCs w:val="22"/>
                              </w:rPr>
                              <w:t>Photo caption.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DA7986" id="Text Box 5" o:spid="_x0000_s1029" type="#_x0000_t202" style="position:absolute;margin-left:-.7pt;margin-top:213.65pt;width:351.35pt;height:20.9pt;z-index:251666432;visibility:visible;mso-wrap-style:square;mso-width-percent:0;mso-height-percent:0;mso-wrap-distance-left:9pt;mso-wrap-distance-top:7.2pt;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" filled="f" stroked="f" strokeweight=".5pt">
                <v:textbox>
                  <w:txbxContent>
                    <w:p w14:paraId="1A5379C8" w14:textId="54F35C2D" w:rsidR="003B357C" w:rsidRPr="003B357C" w:rsidRDefault="003B357C">
                      <w:pPr>
                        <w:rPr>
                          <w:rFonts w:ascii="Arial" w:hAnsi="Arial" w:cs="Arial"/>
                          <w:i/>
                          <w:iCs/>
                          <w:sz w:val="22"/>
                          <w:szCs w:val="22"/>
                        </w:rPr>
                      </w:pPr>
                      <w:r w:rsidRPr="003B357C">
                        <w:rPr>
                          <w:rFonts w:ascii="Arial" w:hAnsi="Arial" w:cs="Arial"/>
                          <w:i/>
                          <w:iCs/>
                          <w:sz w:val="22"/>
                          <w:szCs w:val="22"/>
                        </w:rPr>
                        <w:t>Photo caption.</w:t>
                      </w:r>
                    </w:p>
                  </w:txbxContent>
                </v:textbox>
                <w10:wrap type="topAndBottom"/>
              </v:shape>
            </w:pict>
          </mc:Fallback>
        </mc:AlternateContent>
      </w:r>
      <w:r w:rsidR="003B357C" w:rsidRPr="003B357C">
        <w:rPr>
          <w:noProof/>
        </w:rPr>
        <mc:AlternateContent>
          <mc:Choice Requires="wps">
            <w:drawing>
              <wp:anchor distT="0" distB="0" distL="114300" distR="114300" simplePos="0" relativeHeight="251665408" behindDoc="0" locked="0" layoutInCell="1" allowOverlap="1" wp14:anchorId="5BE3698B" wp14:editId="2C34BA81">
                <wp:simplePos x="0" y="0"/>
                <wp:positionH relativeFrom="column">
                  <wp:posOffset>1413510</wp:posOffset>
                </wp:positionH>
                <wp:positionV relativeFrom="paragraph">
                  <wp:posOffset>1139825</wp:posOffset>
                </wp:positionV>
                <wp:extent cx="1414130" cy="297712"/>
                <wp:effectExtent l="0" t="0" r="8890" b="7620"/>
                <wp:wrapNone/>
                <wp:docPr id="4" name="Text Box 4"/>
                <wp:cNvGraphicFramePr/>
                <a:graphic xmlns:a="http://schemas.openxmlformats.org/drawingml/2006/main">
                  <a:graphicData uri="http://schemas.microsoft.com/office/word/2010/wordprocessingShape">
                    <wps:wsp>
                      <wps:cNvSpPr txBox="1"/>
                      <wps:spPr>
                        <a:xfrm>
                          <a:off x="0" y="0"/>
                          <a:ext cx="1414130" cy="297712"/>
                        </a:xfrm>
                        <a:prstGeom prst="rect">
                          <a:avLst/>
                        </a:prstGeom>
                        <a:solidFill>
                          <a:schemeClr val="lt1"/>
                        </a:solidFill>
                        <a:ln w="6350">
                          <a:solidFill>
                            <a:prstClr val="black"/>
                          </a:solidFill>
                        </a:ln>
                      </wps:spPr>
                      <wps:txbx>
                        <w:txbxContent>
                          <w:p w14:paraId="0E32B4B5" w14:textId="77777777" w:rsidR="003B357C" w:rsidRDefault="003B357C" w:rsidP="003B357C">
                            <w:r>
                              <w:t>Space for a picture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E3698B" id="Text Box 4" o:spid="_x0000_s1030" type="#_x0000_t202" style="position:absolute;margin-left:111.3pt;margin-top:89.75pt;width:111.35pt;height:23.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" fillcolor="white [3201]" strokeweight=".5pt">
                <v:textbox>
                  <w:txbxContent>
                    <w:p w14:paraId="0E32B4B5" w14:textId="77777777" w:rsidR="003B357C" w:rsidRDefault="003B357C" w:rsidP="003B357C">
                      <w:r>
                        <w:t>Space for a picture</w:t>
                      </w:r>
                    </w:p>
                  </w:txbxContent>
                </v:textbox>
              </v:shape>
            </w:pict>
          </mc:Fallback>
        </mc:AlternateContent>
      </w:r>
      <w:r w:rsidR="003B357C" w:rsidRPr="003B357C">
        <w:rPr>
          <w:noProof/>
        </w:rPr>
        <mc:AlternateContent>
          <mc:Choice Requires="wps">
            <w:drawing>
              <wp:anchor distT="0" distB="182880" distL="114300" distR="114300" simplePos="0" relativeHeight="251664384" behindDoc="0" locked="0" layoutInCell="1" allowOverlap="1" wp14:anchorId="3D6DE82F" wp14:editId="0E41DF4C">
                <wp:simplePos x="0" y="0"/>
                <wp:positionH relativeFrom="column">
                  <wp:posOffset>0</wp:posOffset>
                </wp:positionH>
                <wp:positionV relativeFrom="paragraph">
                  <wp:posOffset>6985</wp:posOffset>
                </wp:positionV>
                <wp:extent cx="4361688" cy="2715768"/>
                <wp:effectExtent l="0" t="0" r="7620" b="15240"/>
                <wp:wrapTopAndBottom/>
                <wp:docPr id="9" name="Rectangle 9"/>
                <wp:cNvGraphicFramePr/>
                <a:graphic xmlns:a="http://schemas.openxmlformats.org/drawingml/2006/main">
                  <a:graphicData uri="http://schemas.microsoft.com/office/word/2010/wordprocessingShape">
                    <wps:wsp>
                      <wps:cNvSpPr/>
                      <wps:spPr>
                        <a:xfrm>
                          <a:off x="0" y="0"/>
                          <a:ext cx="4361688" cy="2715768"/>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1FBFDD" id="Rectangle 9" o:spid="_x0000_s1026" style="position:absolute;margin-left:0;margin-top:.55pt;width:343.45pt;height:213.85pt;z-index:251664384;visibility:visible;mso-wrap-style:square;mso-width-percent:0;mso-height-percent:0;mso-wrap-distance-left:9pt;mso-wrap-distance-top:0;mso-wrap-distance-right:9pt;mso-wrap-distance-bottom:14.4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" fillcolor="#f2f2f2 [3052]" strokecolor="#003d5f [1604]" strokeweight="1pt">
                <w10:wrap type="topAndBottom"/>
              </v:rect>
            </w:pict>
          </mc:Fallback>
        </mc:AlternateContent>
      </w:r>
      <w:r w:rsidR="003B357C">
        <w:rPr>
          <w:noProof/>
        </w:rPr>
        <w:t>Heading 2</w:t>
      </w:r>
    </w:p>
    <w:p w14:paraId="13D0BEE5" w14:textId="2990B3FF" w:rsidR="003B357C" w:rsidRPr="003B357C" w:rsidRDefault="007E6171" w:rsidP="003B357C">
      <w:pPr>
        <w:pStyle w:val="P1"/>
      </w:pPr>
      <w:r>
        <mc:AlternateContent>
          <mc:Choice Requires="wps">
            <w:drawing>
              <wp:anchor distT="0" distB="0" distL="114300" distR="114300" simplePos="0" relativeHeight="251669504" behindDoc="0" locked="0" layoutInCell="1" allowOverlap="1" wp14:anchorId="6AAE5EA0" wp14:editId="20CA76A5">
                <wp:simplePos x="0" y="0"/>
                <wp:positionH relativeFrom="column">
                  <wp:posOffset>-2329180</wp:posOffset>
                </wp:positionH>
                <wp:positionV relativeFrom="paragraph">
                  <wp:posOffset>1906905</wp:posOffset>
                </wp:positionV>
                <wp:extent cx="1905000" cy="1968500"/>
                <wp:effectExtent l="0" t="0" r="0" b="0"/>
                <wp:wrapNone/>
                <wp:docPr id="7" name="Text Box 7"/>
                <wp:cNvGraphicFramePr/>
                <a:graphic xmlns:a="http://schemas.openxmlformats.org/drawingml/2006/main">
                  <a:graphicData uri="http://schemas.microsoft.com/office/word/2010/wordprocessingShape">
                    <wps:wsp>
                      <wps:cNvSpPr txBox="1"/>
                      <wps:spPr>
                        <a:xfrm>
                          <a:off x="0" y="0"/>
                          <a:ext cx="1905000" cy="1968500"/>
                        </a:xfrm>
                        <a:prstGeom prst="rect">
                          <a:avLst/>
                        </a:prstGeom>
                        <a:noFill/>
                        <a:ln w="6350">
                          <a:noFill/>
                        </a:ln>
                      </wps:spPr>
                      <wps:txbx>
                        <w:txbxContent>
                          <w:p w14:paraId="49E4DDA2" w14:textId="5A42F542" w:rsidR="007E6171" w:rsidRPr="007E6171" w:rsidRDefault="007E6171" w:rsidP="007E6171">
                            <w:pPr>
                              <w:pStyle w:val="Callout"/>
                            </w:pPr>
                            <w:r>
                              <w:t xml:space="preserve">(Callout) </w:t>
                            </w:r>
                            <w:proofErr w:type="spellStart"/>
                            <w:r w:rsidRPr="007E6171">
                              <w:t>Mauris</w:t>
                            </w:r>
                            <w:proofErr w:type="spellEnd"/>
                            <w:r w:rsidRPr="007E6171">
                              <w:t xml:space="preserve"> </w:t>
                            </w:r>
                            <w:proofErr w:type="spellStart"/>
                            <w:r w:rsidRPr="007E6171">
                              <w:t>purus</w:t>
                            </w:r>
                            <w:proofErr w:type="spellEnd"/>
                            <w:r w:rsidRPr="007E6171">
                              <w:t xml:space="preserve"> </w:t>
                            </w:r>
                            <w:proofErr w:type="spellStart"/>
                            <w:r w:rsidRPr="007E6171">
                              <w:t>nisl</w:t>
                            </w:r>
                            <w:proofErr w:type="spellEnd"/>
                            <w:r w:rsidRPr="007E6171">
                              <w:t xml:space="preserve">, </w:t>
                            </w:r>
                            <w:proofErr w:type="spellStart"/>
                            <w:r w:rsidRPr="007E6171">
                              <w:t>faucibus</w:t>
                            </w:r>
                            <w:proofErr w:type="spellEnd"/>
                            <w:r w:rsidRPr="007E6171">
                              <w:t xml:space="preserve"> </w:t>
                            </w:r>
                            <w:proofErr w:type="spellStart"/>
                            <w:r w:rsidRPr="007E6171">
                              <w:t>hendrerit</w:t>
                            </w:r>
                            <w:proofErr w:type="spellEnd"/>
                            <w:r w:rsidRPr="007E6171">
                              <w:t xml:space="preserve"> </w:t>
                            </w:r>
                            <w:proofErr w:type="spellStart"/>
                            <w:r w:rsidRPr="007E6171">
                              <w:t>eros</w:t>
                            </w:r>
                            <w:proofErr w:type="spellEnd"/>
                            <w:r w:rsidRPr="007E6171">
                              <w:t xml:space="preserve"> </w:t>
                            </w:r>
                            <w:proofErr w:type="spellStart"/>
                            <w:r w:rsidRPr="007E6171">
                              <w:t>nec</w:t>
                            </w:r>
                            <w:proofErr w:type="spellEnd"/>
                            <w:r w:rsidRPr="007E6171">
                              <w:t xml:space="preserve">, </w:t>
                            </w:r>
                            <w:proofErr w:type="spellStart"/>
                            <w:r w:rsidRPr="007E6171">
                              <w:t>feugiat</w:t>
                            </w:r>
                            <w:proofErr w:type="spellEnd"/>
                            <w:r w:rsidRPr="007E6171">
                              <w:t xml:space="preserve"> pulvinar </w:t>
                            </w:r>
                            <w:proofErr w:type="spellStart"/>
                            <w:r w:rsidRPr="007E6171">
                              <w:t>urna</w:t>
                            </w:r>
                            <w:proofErr w:type="spellEnd"/>
                            <w:r w:rsidRPr="007E6171">
                              <w:t xml:space="preserve">. </w:t>
                            </w:r>
                            <w:proofErr w:type="spellStart"/>
                            <w:r w:rsidRPr="007E6171">
                              <w:t>Mauris</w:t>
                            </w:r>
                            <w:proofErr w:type="spellEnd"/>
                            <w:r w:rsidRPr="007E6171">
                              <w:t xml:space="preserve"> a </w:t>
                            </w:r>
                            <w:proofErr w:type="spellStart"/>
                            <w:r w:rsidRPr="007E6171">
                              <w:t>odio</w:t>
                            </w:r>
                            <w:proofErr w:type="spellEnd"/>
                            <w:r w:rsidRPr="007E6171">
                              <w:t xml:space="preserve"> vel </w:t>
                            </w:r>
                            <w:proofErr w:type="spellStart"/>
                            <w:r w:rsidRPr="007E6171">
                              <w:t>massa</w:t>
                            </w:r>
                            <w:proofErr w:type="spellEnd"/>
                            <w:r w:rsidRPr="007E6171">
                              <w:t xml:space="preserve"> </w:t>
                            </w:r>
                            <w:proofErr w:type="spellStart"/>
                            <w:r w:rsidRPr="007E6171">
                              <w:t>laoreet</w:t>
                            </w:r>
                            <w:proofErr w:type="spellEnd"/>
                            <w:r w:rsidRPr="007E6171">
                              <w:t xml:space="preserve"> </w:t>
                            </w:r>
                            <w:proofErr w:type="spellStart"/>
                            <w:r w:rsidRPr="007E6171">
                              <w:t>viverra</w:t>
                            </w:r>
                            <w:proofErr w:type="spellEnd"/>
                            <w:r w:rsidRPr="007E6171">
                              <w:t xml:space="preserve">. </w:t>
                            </w:r>
                            <w:proofErr w:type="spellStart"/>
                            <w:r w:rsidRPr="007E6171">
                              <w:t>Praesent</w:t>
                            </w:r>
                            <w:proofErr w:type="spellEnd"/>
                            <w:r w:rsidRPr="007E6171">
                              <w:t xml:space="preserve"> vel </w:t>
                            </w:r>
                            <w:proofErr w:type="spellStart"/>
                            <w:r w:rsidRPr="007E6171">
                              <w:t>quam</w:t>
                            </w:r>
                            <w:proofErr w:type="spellEnd"/>
                            <w:r w:rsidRPr="007E6171">
                              <w:t xml:space="preserve"> </w:t>
                            </w:r>
                            <w:proofErr w:type="spellStart"/>
                            <w:r w:rsidRPr="007E6171">
                              <w:t>risus</w:t>
                            </w:r>
                            <w:proofErr w:type="spellEnd"/>
                            <w:r w:rsidRPr="007E6171">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AAE5EA0" id="Text Box 7" o:spid="_x0000_s1031" type="#_x0000_t202" style="position:absolute;margin-left:-183.4pt;margin-top:150.15pt;width:150pt;height:15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" filled="f" stroked="f" strokeweight=".5pt">
                <v:textbox>
                  <w:txbxContent>
                    <w:p w14:paraId="49E4DDA2" w14:textId="5A42F542" w:rsidR="007E6171" w:rsidRPr="007E6171" w:rsidRDefault="007E6171" w:rsidP="007E6171">
                      <w:pPr>
                        <w:pStyle w:val="Callout"/>
                      </w:pPr>
                      <w:r>
                        <w:t xml:space="preserve">(Callout) </w:t>
                      </w:r>
                      <w:proofErr w:type="spellStart"/>
                      <w:r w:rsidRPr="007E6171">
                        <w:t>Mauris</w:t>
                      </w:r>
                      <w:proofErr w:type="spellEnd"/>
                      <w:r w:rsidRPr="007E6171">
                        <w:t xml:space="preserve"> </w:t>
                      </w:r>
                      <w:proofErr w:type="spellStart"/>
                      <w:r w:rsidRPr="007E6171">
                        <w:t>purus</w:t>
                      </w:r>
                      <w:proofErr w:type="spellEnd"/>
                      <w:r w:rsidRPr="007E6171">
                        <w:t xml:space="preserve"> </w:t>
                      </w:r>
                      <w:proofErr w:type="spellStart"/>
                      <w:r w:rsidRPr="007E6171">
                        <w:t>nisl</w:t>
                      </w:r>
                      <w:proofErr w:type="spellEnd"/>
                      <w:r w:rsidRPr="007E6171">
                        <w:t xml:space="preserve">, </w:t>
                      </w:r>
                      <w:proofErr w:type="spellStart"/>
                      <w:r w:rsidRPr="007E6171">
                        <w:t>faucibus</w:t>
                      </w:r>
                      <w:proofErr w:type="spellEnd"/>
                      <w:r w:rsidRPr="007E6171">
                        <w:t xml:space="preserve"> </w:t>
                      </w:r>
                      <w:proofErr w:type="spellStart"/>
                      <w:r w:rsidRPr="007E6171">
                        <w:t>hendrerit</w:t>
                      </w:r>
                      <w:proofErr w:type="spellEnd"/>
                      <w:r w:rsidRPr="007E6171">
                        <w:t xml:space="preserve"> </w:t>
                      </w:r>
                      <w:proofErr w:type="spellStart"/>
                      <w:r w:rsidRPr="007E6171">
                        <w:t>eros</w:t>
                      </w:r>
                      <w:proofErr w:type="spellEnd"/>
                      <w:r w:rsidRPr="007E6171">
                        <w:t xml:space="preserve"> </w:t>
                      </w:r>
                      <w:proofErr w:type="spellStart"/>
                      <w:r w:rsidRPr="007E6171">
                        <w:t>nec</w:t>
                      </w:r>
                      <w:proofErr w:type="spellEnd"/>
                      <w:r w:rsidRPr="007E6171">
                        <w:t xml:space="preserve">, </w:t>
                      </w:r>
                      <w:proofErr w:type="spellStart"/>
                      <w:r w:rsidRPr="007E6171">
                        <w:t>feugiat</w:t>
                      </w:r>
                      <w:proofErr w:type="spellEnd"/>
                      <w:r w:rsidRPr="007E6171">
                        <w:t xml:space="preserve"> pulvinar </w:t>
                      </w:r>
                      <w:proofErr w:type="spellStart"/>
                      <w:r w:rsidRPr="007E6171">
                        <w:t>urna</w:t>
                      </w:r>
                      <w:proofErr w:type="spellEnd"/>
                      <w:r w:rsidRPr="007E6171">
                        <w:t xml:space="preserve">. </w:t>
                      </w:r>
                      <w:proofErr w:type="spellStart"/>
                      <w:r w:rsidRPr="007E6171">
                        <w:t>Mauris</w:t>
                      </w:r>
                      <w:proofErr w:type="spellEnd"/>
                      <w:r w:rsidRPr="007E6171">
                        <w:t xml:space="preserve"> a </w:t>
                      </w:r>
                      <w:proofErr w:type="spellStart"/>
                      <w:r w:rsidRPr="007E6171">
                        <w:t>odio</w:t>
                      </w:r>
                      <w:proofErr w:type="spellEnd"/>
                      <w:r w:rsidRPr="007E6171">
                        <w:t xml:space="preserve"> vel </w:t>
                      </w:r>
                      <w:proofErr w:type="spellStart"/>
                      <w:r w:rsidRPr="007E6171">
                        <w:t>massa</w:t>
                      </w:r>
                      <w:proofErr w:type="spellEnd"/>
                      <w:r w:rsidRPr="007E6171">
                        <w:t xml:space="preserve"> </w:t>
                      </w:r>
                      <w:proofErr w:type="spellStart"/>
                      <w:r w:rsidRPr="007E6171">
                        <w:t>laoreet</w:t>
                      </w:r>
                      <w:proofErr w:type="spellEnd"/>
                      <w:r w:rsidRPr="007E6171">
                        <w:t xml:space="preserve"> </w:t>
                      </w:r>
                      <w:proofErr w:type="spellStart"/>
                      <w:r w:rsidRPr="007E6171">
                        <w:t>viverra</w:t>
                      </w:r>
                      <w:proofErr w:type="spellEnd"/>
                      <w:r w:rsidRPr="007E6171">
                        <w:t xml:space="preserve">. </w:t>
                      </w:r>
                      <w:proofErr w:type="spellStart"/>
                      <w:r w:rsidRPr="007E6171">
                        <w:t>Praesent</w:t>
                      </w:r>
                      <w:proofErr w:type="spellEnd"/>
                      <w:r w:rsidRPr="007E6171">
                        <w:t xml:space="preserve"> vel </w:t>
                      </w:r>
                      <w:proofErr w:type="spellStart"/>
                      <w:r w:rsidRPr="007E6171">
                        <w:t>quam</w:t>
                      </w:r>
                      <w:proofErr w:type="spellEnd"/>
                      <w:r w:rsidRPr="007E6171">
                        <w:t xml:space="preserve"> </w:t>
                      </w:r>
                      <w:proofErr w:type="spellStart"/>
                      <w:r w:rsidRPr="007E6171">
                        <w:t>risus</w:t>
                      </w:r>
                      <w:proofErr w:type="spellEnd"/>
                      <w:r w:rsidRPr="007E6171">
                        <w:t xml:space="preserve">. </w:t>
                      </w:r>
                    </w:p>
                  </w:txbxContent>
                </v:textbox>
              </v:shape>
            </w:pict>
          </mc:Fallback>
        </mc:AlternateContent>
      </w:r>
      <w:r w:rsidR="00FD325E">
        <w:t xml:space="preserve">P1) </w:t>
      </w:r>
      <w:r w:rsidR="003B357C" w:rsidRPr="003B357C">
        <w:t xml:space="preserve">Duis maximus ac orci a malesuada. Integer ullamcorper lectus dolor, at pharetra dolor tincidunt at. Duis accumsan ante consequat, viverra felis non, malesuada urna. Maecenas nec aliquam ligula, at mollis augue. Donec vel consequat nisl, ac fermentum libero. Praesent eget ligula at erat volutpat congue in non mauris. Sed a justo dui. Donec pellentesque maximus eros sit amet tristique. Sed vulputate condimentum dolor, eu aliquet tellus ornare vitae. Pellentesque malesuada, ipsum vitae iaculis molestie, tortor diam pretium libero, ac eleifend libero nunc sit amet lacus. Morbi est lorem, convallis sodales felis eget, luctus interdum urna. Morbi ultricies et nisi at egestas. </w:t>
      </w:r>
    </w:p>
    <w:p w14:paraId="16DB6299" w14:textId="47D0FBB9" w:rsidR="003B357C" w:rsidRPr="003B357C" w:rsidRDefault="00FD325E" w:rsidP="003B357C">
      <w:pPr>
        <w:pStyle w:val="Heading3"/>
      </w:pPr>
      <w:r>
        <w:t xml:space="preserve">Heading 3: </w:t>
      </w:r>
      <w:r w:rsidR="003B357C" w:rsidRPr="003B357C">
        <w:t xml:space="preserve">Duis sed </w:t>
      </w:r>
      <w:proofErr w:type="spellStart"/>
      <w:r w:rsidR="003B357C" w:rsidRPr="003B357C">
        <w:t>tempor</w:t>
      </w:r>
      <w:proofErr w:type="spellEnd"/>
      <w:r w:rsidR="003B357C" w:rsidRPr="003B357C">
        <w:t xml:space="preserve"> </w:t>
      </w:r>
      <w:proofErr w:type="spellStart"/>
      <w:r w:rsidR="003B357C" w:rsidRPr="003B357C">
        <w:t>felis</w:t>
      </w:r>
      <w:proofErr w:type="spellEnd"/>
      <w:r w:rsidR="003B357C" w:rsidRPr="003B357C">
        <w:t xml:space="preserve">. </w:t>
      </w:r>
    </w:p>
    <w:p w14:paraId="4A38001A" w14:textId="17F2F299" w:rsidR="003B357C" w:rsidRPr="003B357C" w:rsidRDefault="00FD325E" w:rsidP="003B357C">
      <w:pPr>
        <w:pStyle w:val="P1"/>
      </w:pPr>
      <w:r>
        <w:t xml:space="preserve">(P1) </w:t>
      </w:r>
      <w:r w:rsidR="003B357C" w:rsidRPr="003B357C">
        <w:t>Sed at diam molestie, pharetra massa nec, tincidunt purus. Sed et fermentum leo. Phasellus in vestibulum metus. Sed volutpat lacus et turpis gravida, vitae iaculis lacus consectetur. Pellentesque vehicula sodales metus eget feugiat. Vestibulum ultrices semper convallis. Sed efficitur sapien et mattis ultrices.</w:t>
      </w:r>
    </w:p>
    <w:p w14:paraId="1FC0207F" w14:textId="1CA51BC9" w:rsidR="003A589F" w:rsidRDefault="00FD325E" w:rsidP="00FD325E">
      <w:pPr>
        <w:pStyle w:val="P2"/>
        <w:rPr>
          <w:rFonts w:ascii="Trebuchet MS" w:eastAsia="Times New Roman" w:hAnsi="Trebuchet MS"/>
          <w:szCs w:val="21"/>
        </w:rPr>
        <w:sectPr w:rsidR="003A589F" w:rsidSect="002E55EA">
          <w:type w:val="continuous"/>
          <w:pgSz w:w="12240" w:h="15840"/>
          <w:pgMar w:top="1656" w:right="1008" w:bottom="1152" w:left="4608" w:header="432" w:footer="432" w:gutter="0"/>
          <w:cols w:space="576"/>
          <w:docGrid w:linePitch="360"/>
        </w:sectPr>
      </w:pPr>
      <w:r>
        <w:t xml:space="preserve">(P2) </w:t>
      </w:r>
      <w:r w:rsidR="003B357C" w:rsidRPr="003B357C">
        <w:t>Nulla vitae ultricies quam. Mauris purus nisl, faucibus hendrerit eros nec, feugiat pulvinar urna. Mauris a odio vel massa laoreet viverra. Praesent vel quam risus. Proin aliquet enim et laoreet pellentesque. Pellentesque sit amet neque sem. Suspendisse elementum a dolor ac scelerisque</w:t>
      </w:r>
    </w:p>
    <w:p w14:paraId="258BD0DB" w14:textId="22F1680C" w:rsidR="000439C0" w:rsidRPr="009520A4" w:rsidRDefault="00FA6DB1" w:rsidP="00FD325E">
      <w:pPr>
        <w:pStyle w:val="BasicParagraph"/>
        <w:rPr>
          <w:rFonts w:ascii="Arial" w:hAnsi="Arial" w:cs="Arial"/>
        </w:rPr>
      </w:pPr>
    </w:p>
    <w:sectPr w:rsidR="000439C0" w:rsidRPr="009520A4" w:rsidSect="002E55EA">
      <w:type w:val="continuous"/>
      <w:pgSz w:w="12240" w:h="15840"/>
      <w:pgMar w:top="1656" w:right="1008" w:bottom="1152" w:left="4608" w:header="432" w:footer="432" w:gutter="0"/>
      <w:cols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784795" w14:textId="77777777" w:rsidR="00FA6DB1" w:rsidRDefault="00FA6DB1" w:rsidP="00F25BCC">
      <w:r>
        <w:separator/>
      </w:r>
    </w:p>
  </w:endnote>
  <w:endnote w:type="continuationSeparator" w:id="0">
    <w:p w14:paraId="46427F97" w14:textId="77777777" w:rsidR="00FA6DB1" w:rsidRDefault="00FA6DB1" w:rsidP="00F2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Headings CS)">
    <w:altName w:val="Times New Roman"/>
    <w:panose1 w:val="020B06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inion Pro">
    <w:panose1 w:val="020B0604020202020204"/>
    <w:charset w:val="00"/>
    <w:family w:val="roman"/>
    <w:notTrueType/>
    <w:pitch w:val="variable"/>
    <w:sig w:usb0="60000287" w:usb1="00000001" w:usb2="00000000" w:usb3="00000000" w:csb0="0000019F" w:csb1="00000000"/>
  </w:font>
  <w:font w:name="Trebuchet MS">
    <w:panose1 w:val="020B070302020209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124FE0" w14:textId="77777777" w:rsidR="00D144D8" w:rsidRDefault="00D144D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CE39BB" w14:textId="040BEE78" w:rsidR="00F25BCC" w:rsidRDefault="00F25BCC">
    <w:pPr>
      <w:pStyle w:val="Footer"/>
    </w:pPr>
  </w:p>
  <w:p w14:paraId="52897AC6" w14:textId="77777777" w:rsidR="00F25BCC" w:rsidRPr="00EE0F24" w:rsidRDefault="00F25BCC" w:rsidP="00EE0F24">
    <w:pPr>
      <w:pStyle w:val="Headerpage2on"/>
      <w:rPr>
        <w:b w:val="0"/>
        <w:bCs w:val="0"/>
      </w:rPr>
    </w:pPr>
    <w:r w:rsidRPr="00EE0F24">
      <w:rPr>
        <w:b w:val="0"/>
        <w:bCs w:val="0"/>
      </w:rPr>
      <w:t>Footer text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364DC3" w14:textId="77777777" w:rsidR="00D144D8" w:rsidRDefault="00D144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73D783" w14:textId="77777777" w:rsidR="00FA6DB1" w:rsidRDefault="00FA6DB1" w:rsidP="00F25BCC">
      <w:r>
        <w:separator/>
      </w:r>
    </w:p>
  </w:footnote>
  <w:footnote w:type="continuationSeparator" w:id="0">
    <w:p w14:paraId="520DDB44" w14:textId="77777777" w:rsidR="00FA6DB1" w:rsidRDefault="00FA6DB1" w:rsidP="00F25B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F486C2" w14:textId="77777777" w:rsidR="00D144D8" w:rsidRDefault="00D144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EC64D0" w14:textId="197F3C9E" w:rsidR="002E55EA" w:rsidRPr="00EE0F24" w:rsidRDefault="00EE0F24" w:rsidP="00EE0F24">
    <w:pPr>
      <w:pStyle w:val="Headerpage2on"/>
    </w:pPr>
    <w:r w:rsidRPr="00EE0F24">
      <mc:AlternateContent>
        <mc:Choice Requires="wps">
          <w:drawing>
            <wp:anchor distT="0" distB="0" distL="114300" distR="114300" simplePos="0" relativeHeight="251660288" behindDoc="1" locked="0" layoutInCell="1" allowOverlap="1" wp14:anchorId="3CEFC2A8" wp14:editId="305DDDF9">
              <wp:simplePos x="0" y="0"/>
              <wp:positionH relativeFrom="column">
                <wp:posOffset>-2741930</wp:posOffset>
              </wp:positionH>
              <wp:positionV relativeFrom="paragraph">
                <wp:posOffset>-50900</wp:posOffset>
              </wp:positionV>
              <wp:extent cx="7379208" cy="310896"/>
              <wp:effectExtent l="0" t="0" r="0" b="0"/>
              <wp:wrapNone/>
              <wp:docPr id="2" name="Rectangle 2"/>
              <wp:cNvGraphicFramePr/>
              <a:graphic xmlns:a="http://schemas.openxmlformats.org/drawingml/2006/main">
                <a:graphicData uri="http://schemas.microsoft.com/office/word/2010/wordprocessingShape">
                  <wps:wsp>
                    <wps:cNvSpPr/>
                    <wps:spPr>
                      <a:xfrm>
                        <a:off x="0" y="0"/>
                        <a:ext cx="7379208" cy="310896"/>
                      </a:xfrm>
                      <a:prstGeom prst="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B84D82" id="Rectangle 2" o:spid="_x0000_s1026" style="position:absolute;margin-left:-215.9pt;margin-top:-4pt;width:581.05pt;height:2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" fillcolor="#ffd25d [1942]" stroked="f" strokeweight="1pt"/>
          </w:pict>
        </mc:Fallback>
      </mc:AlternateContent>
    </w:r>
    <w:r w:rsidR="002E55EA" w:rsidRPr="00EE0F24">
      <mc:AlternateContent>
        <mc:Choice Requires="wps">
          <w:drawing>
            <wp:anchor distT="0" distB="0" distL="114300" distR="114300" simplePos="0" relativeHeight="251658239" behindDoc="1" locked="0" layoutInCell="1" allowOverlap="1" wp14:anchorId="24E04C2B" wp14:editId="442A01DA">
              <wp:simplePos x="0" y="0"/>
              <wp:positionH relativeFrom="column">
                <wp:posOffset>-2791326</wp:posOffset>
              </wp:positionH>
              <wp:positionV relativeFrom="paragraph">
                <wp:posOffset>-9134608</wp:posOffset>
              </wp:positionV>
              <wp:extent cx="7382510" cy="297815"/>
              <wp:effectExtent l="0" t="0" r="0" b="0"/>
              <wp:wrapNone/>
              <wp:docPr id="11" name="Rectangle 11"/>
              <wp:cNvGraphicFramePr/>
              <a:graphic xmlns:a="http://schemas.openxmlformats.org/drawingml/2006/main">
                <a:graphicData uri="http://schemas.microsoft.com/office/word/2010/wordprocessingShape">
                  <wps:wsp>
                    <wps:cNvSpPr/>
                    <wps:spPr>
                      <a:xfrm>
                        <a:off x="0" y="0"/>
                        <a:ext cx="7382510" cy="29781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006A7BE" id="Rectangle 11" o:spid="_x0000_s1026" style="position:absolute;margin-left:-219.8pt;margin-top:-719.25pt;width:581.3pt;height:23.45pt;z-index:-25165824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" fillcolor="#007cc0 [3204]" stroked="f" strokeweight="1pt"/>
          </w:pict>
        </mc:Fallback>
      </mc:AlternateContent>
    </w:r>
    <w:r w:rsidR="002E55EA" w:rsidRPr="00EE0F24">
      <w:t xml:space="preserve">Header page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78AA03" w14:textId="6B8A7927" w:rsidR="003629E5" w:rsidRDefault="00B279A4" w:rsidP="003629E5">
    <w:pPr>
      <w:pStyle w:val="Header"/>
      <w:jc w:val="center"/>
    </w:pPr>
    <w:bookmarkStart w:id="0" w:name="_GoBack"/>
    <w:r>
      <w:drawing>
        <wp:anchor distT="0" distB="0" distL="114300" distR="114300" simplePos="0" relativeHeight="251659264" behindDoc="1" locked="0" layoutInCell="1" allowOverlap="1" wp14:anchorId="7785B1AE" wp14:editId="60571F95">
          <wp:simplePos x="0" y="0"/>
          <wp:positionH relativeFrom="margin">
            <wp:posOffset>-713740</wp:posOffset>
          </wp:positionH>
          <wp:positionV relativeFrom="margin">
            <wp:posOffset>-1511060</wp:posOffset>
          </wp:positionV>
          <wp:extent cx="7738716" cy="1289786"/>
          <wp:effectExtent l="0" t="0" r="0" b="571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asic AC ANR header bar-04.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7738716" cy="128978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End w:id="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6D0D4799"/>
    <w:multiLevelType w:val="hybridMultilevel"/>
    <w:tmpl w:val="984E77AA"/>
    <w:lvl w:ilvl="0" w:tplc="6D0022DC">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32"/>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BCC"/>
    <w:rsid w:val="00013183"/>
    <w:rsid w:val="000D61B6"/>
    <w:rsid w:val="000E6680"/>
    <w:rsid w:val="00130856"/>
    <w:rsid w:val="00175F3A"/>
    <w:rsid w:val="001A381A"/>
    <w:rsid w:val="00207921"/>
    <w:rsid w:val="00211FA1"/>
    <w:rsid w:val="002B56F8"/>
    <w:rsid w:val="002E55EA"/>
    <w:rsid w:val="00340C3A"/>
    <w:rsid w:val="003629E5"/>
    <w:rsid w:val="00373506"/>
    <w:rsid w:val="003834D1"/>
    <w:rsid w:val="003A589F"/>
    <w:rsid w:val="003B357C"/>
    <w:rsid w:val="003D0F46"/>
    <w:rsid w:val="003E063B"/>
    <w:rsid w:val="00444EA8"/>
    <w:rsid w:val="00477538"/>
    <w:rsid w:val="0056574B"/>
    <w:rsid w:val="006061CB"/>
    <w:rsid w:val="006609F8"/>
    <w:rsid w:val="00662361"/>
    <w:rsid w:val="006755CD"/>
    <w:rsid w:val="00695229"/>
    <w:rsid w:val="006A438E"/>
    <w:rsid w:val="006F7D53"/>
    <w:rsid w:val="00711C34"/>
    <w:rsid w:val="007258A9"/>
    <w:rsid w:val="007569BD"/>
    <w:rsid w:val="0077623E"/>
    <w:rsid w:val="007E6171"/>
    <w:rsid w:val="00817FCE"/>
    <w:rsid w:val="00866EBD"/>
    <w:rsid w:val="009452A7"/>
    <w:rsid w:val="009520A4"/>
    <w:rsid w:val="009A5088"/>
    <w:rsid w:val="00B279A4"/>
    <w:rsid w:val="00B71ED8"/>
    <w:rsid w:val="00BE2A06"/>
    <w:rsid w:val="00D144D8"/>
    <w:rsid w:val="00D668BF"/>
    <w:rsid w:val="00D87C54"/>
    <w:rsid w:val="00D87F27"/>
    <w:rsid w:val="00DB1DB8"/>
    <w:rsid w:val="00DE38DA"/>
    <w:rsid w:val="00DF3CEA"/>
    <w:rsid w:val="00E11A3C"/>
    <w:rsid w:val="00E26903"/>
    <w:rsid w:val="00E30FA5"/>
    <w:rsid w:val="00EC10CA"/>
    <w:rsid w:val="00EE0F24"/>
    <w:rsid w:val="00EE53F9"/>
    <w:rsid w:val="00F25BCC"/>
    <w:rsid w:val="00F35283"/>
    <w:rsid w:val="00F60345"/>
    <w:rsid w:val="00F8265F"/>
    <w:rsid w:val="00FA6DB1"/>
    <w:rsid w:val="00FD325E"/>
    <w:rsid w:val="00FE6A76"/>
    <w:rsid w:val="00FE6E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3492BE"/>
  <w15:chartTrackingRefBased/>
  <w15:docId w15:val="{E1289346-6162-7B4B-BA06-2619BDF79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pPr>
        <w:spacing w:after="12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BasicParagraph"/>
    <w:next w:val="Normal"/>
    <w:link w:val="Heading1Char"/>
    <w:autoRedefine/>
    <w:uiPriority w:val="9"/>
    <w:qFormat/>
    <w:rsid w:val="00207921"/>
    <w:pPr>
      <w:spacing w:after="0" w:line="240" w:lineRule="auto"/>
      <w:outlineLvl w:val="0"/>
    </w:pPr>
    <w:rPr>
      <w:rFonts w:ascii="Arial" w:hAnsi="Arial" w:cs="Arial"/>
      <w:b/>
      <w:bCs/>
      <w:color w:val="008EDF"/>
      <w:sz w:val="50"/>
      <w:szCs w:val="54"/>
    </w:rPr>
  </w:style>
  <w:style w:type="paragraph" w:styleId="Heading2">
    <w:name w:val="heading 2"/>
    <w:basedOn w:val="Normal"/>
    <w:next w:val="P1"/>
    <w:link w:val="Heading2Char"/>
    <w:autoRedefine/>
    <w:uiPriority w:val="9"/>
    <w:unhideWhenUsed/>
    <w:qFormat/>
    <w:rsid w:val="00FD325E"/>
    <w:pPr>
      <w:spacing w:before="240"/>
      <w:outlineLvl w:val="1"/>
    </w:pPr>
    <w:rPr>
      <w:rFonts w:ascii="Arial" w:hAnsi="Arial" w:cs="Arial"/>
      <w:b/>
      <w:bCs/>
      <w:color w:val="0055A2" w:themeColor="accent4"/>
      <w:sz w:val="32"/>
      <w:szCs w:val="28"/>
    </w:rPr>
  </w:style>
  <w:style w:type="paragraph" w:styleId="Heading3">
    <w:name w:val="heading 3"/>
    <w:next w:val="P1"/>
    <w:link w:val="Heading3Char"/>
    <w:autoRedefine/>
    <w:uiPriority w:val="9"/>
    <w:unhideWhenUsed/>
    <w:qFormat/>
    <w:rsid w:val="003B357C"/>
    <w:pPr>
      <w:keepNext/>
      <w:keepLines/>
      <w:spacing w:before="180" w:after="140" w:line="264" w:lineRule="auto"/>
      <w:outlineLvl w:val="2"/>
    </w:pPr>
    <w:rPr>
      <w:rFonts w:ascii="Arial" w:eastAsia="Times New Roman" w:hAnsi="Arial" w:cs="Times New Roman (Headings CS)"/>
      <w:b/>
      <w:i/>
      <w:color w:val="97BD26" w:themeColor="accent2"/>
      <w:sz w:val="26"/>
    </w:rPr>
  </w:style>
  <w:style w:type="paragraph" w:styleId="Heading4">
    <w:name w:val="heading 4"/>
    <w:basedOn w:val="Normal"/>
    <w:next w:val="Normal"/>
    <w:link w:val="Heading4Char"/>
    <w:uiPriority w:val="9"/>
    <w:unhideWhenUsed/>
    <w:qFormat/>
    <w:rsid w:val="000D61B6"/>
    <w:pPr>
      <w:keepNext/>
      <w:keepLines/>
      <w:spacing w:before="120" w:after="20" w:line="288" w:lineRule="auto"/>
      <w:outlineLvl w:val="3"/>
    </w:pPr>
    <w:rPr>
      <w:rFonts w:ascii="Arial" w:eastAsiaTheme="majorEastAsia" w:hAnsi="Arial" w:cstheme="majorBidi"/>
      <w:i/>
      <w:iCs/>
      <w:color w:val="767171" w:themeColor="background2" w:themeShade="80"/>
      <w:sz w:val="21"/>
    </w:rPr>
  </w:style>
  <w:style w:type="paragraph" w:styleId="Heading5">
    <w:name w:val="heading 5"/>
    <w:basedOn w:val="Normal"/>
    <w:next w:val="Normal"/>
    <w:link w:val="Heading5Char"/>
    <w:uiPriority w:val="9"/>
    <w:unhideWhenUsed/>
    <w:qFormat/>
    <w:rsid w:val="000D61B6"/>
    <w:pPr>
      <w:keepNext/>
      <w:keepLines/>
      <w:spacing w:before="40"/>
      <w:outlineLvl w:val="4"/>
    </w:pPr>
    <w:rPr>
      <w:rFonts w:ascii="Arial" w:eastAsiaTheme="majorEastAsia" w:hAnsi="Arial" w:cstheme="majorBidi"/>
      <w:b/>
      <w:color w:val="000000" w:themeColor="text1"/>
      <w:sz w:val="17"/>
    </w:rPr>
  </w:style>
  <w:style w:type="paragraph" w:styleId="Heading6">
    <w:name w:val="heading 6"/>
    <w:basedOn w:val="Normal"/>
    <w:next w:val="Normal"/>
    <w:link w:val="Heading6Char"/>
    <w:uiPriority w:val="9"/>
    <w:semiHidden/>
    <w:unhideWhenUsed/>
    <w:qFormat/>
    <w:rsid w:val="000D61B6"/>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deBarTitle">
    <w:name w:val="Side Bar Title"/>
    <w:next w:val="Normal"/>
    <w:qFormat/>
    <w:rsid w:val="007E6171"/>
    <w:rPr>
      <w:rFonts w:ascii="Arial" w:hAnsi="Arial" w:cs="Arial"/>
      <w:b/>
      <w:bCs/>
    </w:rPr>
  </w:style>
  <w:style w:type="character" w:customStyle="1" w:styleId="Heading1Char">
    <w:name w:val="Heading 1 Char"/>
    <w:basedOn w:val="DefaultParagraphFont"/>
    <w:link w:val="Heading1"/>
    <w:uiPriority w:val="9"/>
    <w:rsid w:val="00207921"/>
    <w:rPr>
      <w:rFonts w:ascii="Arial" w:hAnsi="Arial" w:cs="Arial"/>
      <w:b/>
      <w:bCs/>
      <w:color w:val="008EDF"/>
      <w:sz w:val="50"/>
      <w:szCs w:val="54"/>
    </w:rPr>
  </w:style>
  <w:style w:type="character" w:customStyle="1" w:styleId="Heading2Char">
    <w:name w:val="Heading 2 Char"/>
    <w:basedOn w:val="DefaultParagraphFont"/>
    <w:link w:val="Heading2"/>
    <w:uiPriority w:val="9"/>
    <w:rsid w:val="00FD325E"/>
    <w:rPr>
      <w:rFonts w:ascii="Arial" w:hAnsi="Arial" w:cs="Arial"/>
      <w:b/>
      <w:bCs/>
      <w:color w:val="0055A2" w:themeColor="accent4"/>
      <w:sz w:val="32"/>
      <w:szCs w:val="28"/>
    </w:rPr>
  </w:style>
  <w:style w:type="character" w:customStyle="1" w:styleId="Heading3Char">
    <w:name w:val="Heading 3 Char"/>
    <w:basedOn w:val="DefaultParagraphFont"/>
    <w:link w:val="Heading3"/>
    <w:uiPriority w:val="9"/>
    <w:rsid w:val="003B357C"/>
    <w:rPr>
      <w:rFonts w:ascii="Arial" w:eastAsia="Times New Roman" w:hAnsi="Arial" w:cs="Times New Roman (Headings CS)"/>
      <w:b/>
      <w:i/>
      <w:color w:val="97BD26" w:themeColor="accent2"/>
      <w:sz w:val="26"/>
    </w:rPr>
  </w:style>
  <w:style w:type="paragraph" w:customStyle="1" w:styleId="P1">
    <w:name w:val="P1"/>
    <w:next w:val="P2"/>
    <w:autoRedefine/>
    <w:qFormat/>
    <w:rsid w:val="003B357C"/>
    <w:pPr>
      <w:spacing w:after="60" w:line="288" w:lineRule="auto"/>
      <w:ind w:right="86"/>
    </w:pPr>
    <w:rPr>
      <w:rFonts w:ascii="Arial" w:hAnsi="Arial" w:cs="Arial"/>
      <w:noProof/>
      <w:color w:val="222222"/>
      <w:sz w:val="21"/>
      <w:szCs w:val="20"/>
      <w:shd w:val="clear" w:color="auto" w:fill="FFFFFF"/>
    </w:rPr>
  </w:style>
  <w:style w:type="paragraph" w:customStyle="1" w:styleId="P2">
    <w:name w:val="P2"/>
    <w:basedOn w:val="P1"/>
    <w:autoRedefine/>
    <w:qFormat/>
    <w:rsid w:val="003834D1"/>
    <w:pPr>
      <w:spacing w:before="120" w:after="120"/>
      <w:ind w:firstLine="360"/>
    </w:pPr>
  </w:style>
  <w:style w:type="paragraph" w:customStyle="1" w:styleId="Orderedlist">
    <w:name w:val="Ordered list"/>
    <w:basedOn w:val="P1"/>
    <w:qFormat/>
    <w:rsid w:val="000D61B6"/>
    <w:pPr>
      <w:numPr>
        <w:numId w:val="3"/>
      </w:numPr>
      <w:spacing w:before="60" w:after="100"/>
    </w:pPr>
  </w:style>
  <w:style w:type="paragraph" w:customStyle="1" w:styleId="Tableresources">
    <w:name w:val="Table resources"/>
    <w:autoRedefine/>
    <w:qFormat/>
    <w:rsid w:val="00E26903"/>
    <w:rPr>
      <w:rFonts w:ascii="Arial" w:hAnsi="Arial" w:cs="Arial"/>
      <w:color w:val="000000" w:themeColor="text1"/>
      <w:sz w:val="16"/>
      <w:szCs w:val="16"/>
    </w:rPr>
  </w:style>
  <w:style w:type="table" w:styleId="GridTable4-Accent4">
    <w:name w:val="Grid Table 4 Accent 4"/>
    <w:aliases w:val="MG table"/>
    <w:basedOn w:val="TableNormal"/>
    <w:uiPriority w:val="49"/>
    <w:rsid w:val="00E26903"/>
    <w:rPr>
      <w:rFonts w:ascii="Arial" w:hAnsi="Arial"/>
      <w:sz w:val="20"/>
    </w:rPr>
    <w:tblPr>
      <w:tblStyleRowBandSize w:val="1"/>
      <w:tblStyleColBandSize w:val="1"/>
      <w:tblBorders>
        <w:top w:val="single" w:sz="6" w:space="0" w:color="0055A2"/>
        <w:left w:val="single" w:sz="6" w:space="0" w:color="0055A2"/>
        <w:bottom w:val="single" w:sz="6" w:space="0" w:color="0055A2"/>
        <w:right w:val="single" w:sz="6" w:space="0" w:color="0055A2"/>
        <w:insideH w:val="single" w:sz="6" w:space="0" w:color="0055A2"/>
        <w:insideV w:val="single" w:sz="6" w:space="0" w:color="0055A2"/>
      </w:tblBorders>
    </w:tblPr>
    <w:tcPr>
      <w:shd w:val="clear" w:color="auto" w:fill="DDEDFF"/>
    </w:tcPr>
    <w:tblStylePr w:type="firstRow">
      <w:rPr>
        <w:b/>
        <w:bCs/>
        <w:color w:val="FFFFFF" w:themeColor="background1"/>
      </w:rPr>
      <w:tblPr/>
      <w:tcPr>
        <w:tcBorders>
          <w:top w:val="single" w:sz="4" w:space="0" w:color="auto"/>
          <w:left w:val="single" w:sz="4" w:space="0" w:color="auto"/>
          <w:bottom w:val="single" w:sz="4" w:space="0" w:color="auto"/>
          <w:right w:val="single" w:sz="4" w:space="0" w:color="auto"/>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DDEDFF"/>
      </w:tcPr>
    </w:tblStylePr>
  </w:style>
  <w:style w:type="paragraph" w:customStyle="1" w:styleId="H1subhead">
    <w:name w:val="H1 subhead"/>
    <w:basedOn w:val="Heading1"/>
    <w:autoRedefine/>
    <w:qFormat/>
    <w:rsid w:val="00EC10CA"/>
    <w:pPr>
      <w:spacing w:before="100" w:beforeAutospacing="1" w:line="276" w:lineRule="auto"/>
    </w:pPr>
    <w:rPr>
      <w:b w:val="0"/>
      <w:bCs w:val="0"/>
      <w:i/>
      <w:iCs/>
      <w:color w:val="000000" w:themeColor="text1"/>
      <w:sz w:val="32"/>
      <w:szCs w:val="32"/>
    </w:rPr>
  </w:style>
  <w:style w:type="paragraph" w:styleId="Header">
    <w:name w:val="header"/>
    <w:aliases w:val="Header right"/>
    <w:basedOn w:val="Normal"/>
    <w:link w:val="HeaderChar"/>
    <w:uiPriority w:val="99"/>
    <w:unhideWhenUsed/>
    <w:qFormat/>
    <w:rsid w:val="000D61B6"/>
    <w:pPr>
      <w:spacing w:after="100" w:line="288" w:lineRule="auto"/>
      <w:ind w:right="86"/>
      <w:jc w:val="right"/>
    </w:pPr>
    <w:rPr>
      <w:rFonts w:ascii="Arial" w:hAnsi="Arial" w:cs="Arial"/>
      <w:noProof/>
      <w:color w:val="0055A2" w:themeColor="accent4"/>
      <w:sz w:val="18"/>
      <w:szCs w:val="16"/>
    </w:rPr>
  </w:style>
  <w:style w:type="character" w:customStyle="1" w:styleId="HeaderChar">
    <w:name w:val="Header Char"/>
    <w:aliases w:val="Header right Char"/>
    <w:basedOn w:val="DefaultParagraphFont"/>
    <w:link w:val="Header"/>
    <w:uiPriority w:val="99"/>
    <w:rsid w:val="000D61B6"/>
    <w:rPr>
      <w:rFonts w:ascii="Arial" w:hAnsi="Arial" w:cs="Arial"/>
      <w:noProof/>
      <w:color w:val="0055A2" w:themeColor="accent4"/>
      <w:sz w:val="18"/>
      <w:szCs w:val="16"/>
    </w:rPr>
  </w:style>
  <w:style w:type="paragraph" w:customStyle="1" w:styleId="Backmatter">
    <w:name w:val="Back matter"/>
    <w:basedOn w:val="Normal"/>
    <w:qFormat/>
    <w:rsid w:val="000D61B6"/>
    <w:pPr>
      <w:spacing w:after="60" w:line="288" w:lineRule="auto"/>
      <w:ind w:right="86"/>
    </w:pPr>
    <w:rPr>
      <w:rFonts w:ascii="Arial" w:hAnsi="Arial" w:cs="Arial"/>
      <w:noProof/>
      <w:sz w:val="18"/>
      <w:szCs w:val="16"/>
    </w:rPr>
  </w:style>
  <w:style w:type="paragraph" w:customStyle="1" w:styleId="Boxtext">
    <w:name w:val="Box text"/>
    <w:basedOn w:val="Normal"/>
    <w:qFormat/>
    <w:rsid w:val="000D61B6"/>
    <w:pPr>
      <w:spacing w:line="288" w:lineRule="auto"/>
      <w:ind w:right="86"/>
    </w:pPr>
    <w:rPr>
      <w:rFonts w:ascii="Arial" w:hAnsi="Arial" w:cs="Arial"/>
      <w:noProof/>
      <w:color w:val="222222"/>
      <w:sz w:val="21"/>
      <w:szCs w:val="20"/>
      <w:shd w:val="clear" w:color="auto" w:fill="FFFFFF"/>
    </w:rPr>
  </w:style>
  <w:style w:type="paragraph" w:customStyle="1" w:styleId="Bulletlist">
    <w:name w:val="Bullet list"/>
    <w:basedOn w:val="P1"/>
    <w:qFormat/>
    <w:rsid w:val="000D61B6"/>
    <w:pPr>
      <w:numPr>
        <w:numId w:val="2"/>
      </w:numPr>
      <w:spacing w:before="60" w:after="100"/>
    </w:pPr>
  </w:style>
  <w:style w:type="paragraph" w:customStyle="1" w:styleId="Callout">
    <w:name w:val="Callout"/>
    <w:basedOn w:val="Normal"/>
    <w:qFormat/>
    <w:rsid w:val="000D61B6"/>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uppressAutoHyphens/>
      <w:spacing w:before="280" w:after="340" w:line="312" w:lineRule="auto"/>
      <w:ind w:left="144" w:right="144"/>
    </w:pPr>
    <w:rPr>
      <w:rFonts w:ascii="Arial" w:eastAsia="Times New Roman" w:hAnsi="Arial" w:cs="Times New Roman"/>
      <w:i/>
      <w:color w:val="000000" w:themeColor="text1"/>
      <w:sz w:val="22"/>
      <w:szCs w:val="22"/>
    </w:rPr>
  </w:style>
  <w:style w:type="paragraph" w:customStyle="1" w:styleId="H1sub">
    <w:name w:val="H1 sub"/>
    <w:basedOn w:val="Heading1"/>
    <w:autoRedefine/>
    <w:qFormat/>
    <w:rsid w:val="000D61B6"/>
    <w:pPr>
      <w:spacing w:after="100" w:line="276" w:lineRule="auto"/>
    </w:pPr>
    <w:rPr>
      <w:b w:val="0"/>
      <w:bCs w:val="0"/>
      <w:i/>
      <w:iCs/>
      <w:color w:val="000000" w:themeColor="text1"/>
      <w:sz w:val="32"/>
      <w:szCs w:val="32"/>
    </w:rPr>
  </w:style>
  <w:style w:type="paragraph" w:customStyle="1" w:styleId="Headerleft">
    <w:name w:val="Header left"/>
    <w:basedOn w:val="Header"/>
    <w:qFormat/>
    <w:rsid w:val="000D61B6"/>
    <w:pPr>
      <w:jc w:val="left"/>
    </w:pPr>
  </w:style>
  <w:style w:type="paragraph" w:customStyle="1" w:styleId="Notes">
    <w:name w:val="Notes"/>
    <w:basedOn w:val="Normal"/>
    <w:qFormat/>
    <w:rsid w:val="000D61B6"/>
    <w:pPr>
      <w:suppressAutoHyphens/>
      <w:spacing w:after="60"/>
    </w:pPr>
    <w:rPr>
      <w:rFonts w:ascii="Arial" w:eastAsia="Times New Roman" w:hAnsi="Arial" w:cs="Times New Roman"/>
      <w:bCs/>
      <w:i/>
      <w:iCs/>
      <w:sz w:val="16"/>
      <w:szCs w:val="20"/>
    </w:rPr>
  </w:style>
  <w:style w:type="character" w:styleId="PageNumber">
    <w:name w:val="page number"/>
    <w:basedOn w:val="DefaultParagraphFont"/>
    <w:rsid w:val="000D61B6"/>
    <w:rPr>
      <w:rFonts w:ascii="Arial" w:hAnsi="Arial"/>
      <w:sz w:val="20"/>
    </w:rPr>
  </w:style>
  <w:style w:type="paragraph" w:customStyle="1" w:styleId="References">
    <w:name w:val="References"/>
    <w:basedOn w:val="P1"/>
    <w:qFormat/>
    <w:rsid w:val="000D61B6"/>
    <w:pPr>
      <w:suppressAutoHyphens/>
      <w:ind w:left="720" w:hanging="720"/>
    </w:pPr>
    <w:rPr>
      <w:rFonts w:eastAsia="Times New Roman" w:cs="Times New Roman"/>
    </w:rPr>
  </w:style>
  <w:style w:type="paragraph" w:customStyle="1" w:styleId="Sidebarlist">
    <w:name w:val="Sidebar list"/>
    <w:basedOn w:val="Normal"/>
    <w:qFormat/>
    <w:rsid w:val="000D61B6"/>
    <w:pPr>
      <w:spacing w:before="60" w:after="60"/>
      <w:jc w:val="center"/>
    </w:pPr>
    <w:rPr>
      <w:rFonts w:ascii="Arial" w:hAnsi="Arial"/>
      <w:b/>
      <w:sz w:val="20"/>
      <w:szCs w:val="22"/>
    </w:rPr>
  </w:style>
  <w:style w:type="paragraph" w:customStyle="1" w:styleId="Sidebarmath">
    <w:name w:val="Sidebar math"/>
    <w:basedOn w:val="Normal"/>
    <w:qFormat/>
    <w:rsid w:val="000D61B6"/>
    <w:pPr>
      <w:spacing w:before="60" w:after="60"/>
      <w:jc w:val="center"/>
    </w:pPr>
    <w:rPr>
      <w:rFonts w:ascii="Arial" w:hAnsi="Arial"/>
      <w:b/>
      <w:sz w:val="20"/>
      <w:szCs w:val="22"/>
    </w:rPr>
  </w:style>
  <w:style w:type="paragraph" w:customStyle="1" w:styleId="SidebarP1">
    <w:name w:val="Sidebar P1"/>
    <w:basedOn w:val="Normal"/>
    <w:qFormat/>
    <w:rsid w:val="000D61B6"/>
    <w:pPr>
      <w:spacing w:after="80" w:line="312" w:lineRule="auto"/>
      <w:ind w:right="86"/>
    </w:pPr>
    <w:rPr>
      <w:rFonts w:ascii="Arial" w:eastAsia="Times New Roman" w:hAnsi="Arial" w:cs="Arial"/>
      <w:color w:val="000000"/>
      <w:kern w:val="28"/>
      <w:sz w:val="20"/>
      <w:szCs w:val="21"/>
      <w14:cntxtAlts/>
    </w:rPr>
  </w:style>
  <w:style w:type="paragraph" w:customStyle="1" w:styleId="SidebarP2">
    <w:name w:val="Sidebar P2"/>
    <w:basedOn w:val="SidebarP1"/>
    <w:qFormat/>
    <w:rsid w:val="000D61B6"/>
    <w:pPr>
      <w:spacing w:before="60"/>
      <w:ind w:firstLine="288"/>
    </w:pPr>
  </w:style>
  <w:style w:type="paragraph" w:customStyle="1" w:styleId="Tableandfiguretitle">
    <w:name w:val="Table and figure title"/>
    <w:basedOn w:val="Normal"/>
    <w:qFormat/>
    <w:rsid w:val="000D61B6"/>
    <w:pPr>
      <w:spacing w:before="60" w:after="40"/>
    </w:pPr>
    <w:rPr>
      <w:rFonts w:ascii="Arial" w:hAnsi="Arial" w:cs="Arial"/>
      <w:b/>
      <w:sz w:val="22"/>
      <w:szCs w:val="22"/>
    </w:rPr>
  </w:style>
  <w:style w:type="paragraph" w:customStyle="1" w:styleId="Tableheaderrow">
    <w:name w:val="Table header row"/>
    <w:basedOn w:val="Normal"/>
    <w:qFormat/>
    <w:rsid w:val="000D61B6"/>
    <w:pPr>
      <w:spacing w:before="60" w:after="40"/>
      <w:jc w:val="center"/>
    </w:pPr>
    <w:rPr>
      <w:rFonts w:ascii="Arial" w:hAnsi="Arial" w:cs="Arial"/>
      <w:b/>
      <w:sz w:val="18"/>
      <w:szCs w:val="20"/>
    </w:rPr>
  </w:style>
  <w:style w:type="paragraph" w:customStyle="1" w:styleId="tablespannerhead">
    <w:name w:val="table spanner head"/>
    <w:qFormat/>
    <w:rsid w:val="000D61B6"/>
    <w:pPr>
      <w:spacing w:before="60" w:after="40"/>
      <w:jc w:val="center"/>
    </w:pPr>
    <w:rPr>
      <w:rFonts w:ascii="Arial" w:hAnsi="Arial" w:cs="Arial"/>
      <w:b/>
      <w:sz w:val="19"/>
      <w:szCs w:val="19"/>
    </w:rPr>
  </w:style>
  <w:style w:type="paragraph" w:customStyle="1" w:styleId="tabletext">
    <w:name w:val="table text"/>
    <w:basedOn w:val="Normal"/>
    <w:qFormat/>
    <w:rsid w:val="000D61B6"/>
    <w:pPr>
      <w:spacing w:before="60"/>
    </w:pPr>
    <w:rPr>
      <w:rFonts w:ascii="Arial" w:hAnsi="Arial" w:cs="Arial"/>
      <w:sz w:val="18"/>
      <w:szCs w:val="20"/>
    </w:rPr>
  </w:style>
  <w:style w:type="character" w:customStyle="1" w:styleId="Heading4Char">
    <w:name w:val="Heading 4 Char"/>
    <w:basedOn w:val="DefaultParagraphFont"/>
    <w:link w:val="Heading4"/>
    <w:uiPriority w:val="9"/>
    <w:rsid w:val="000D61B6"/>
    <w:rPr>
      <w:rFonts w:ascii="Arial" w:eastAsiaTheme="majorEastAsia" w:hAnsi="Arial" w:cstheme="majorBidi"/>
      <w:i/>
      <w:iCs/>
      <w:color w:val="767171" w:themeColor="background2" w:themeShade="80"/>
      <w:sz w:val="21"/>
    </w:rPr>
  </w:style>
  <w:style w:type="character" w:customStyle="1" w:styleId="Heading5Char">
    <w:name w:val="Heading 5 Char"/>
    <w:basedOn w:val="DefaultParagraphFont"/>
    <w:link w:val="Heading5"/>
    <w:uiPriority w:val="9"/>
    <w:rsid w:val="000D61B6"/>
    <w:rPr>
      <w:rFonts w:ascii="Arial" w:eastAsiaTheme="majorEastAsia" w:hAnsi="Arial" w:cstheme="majorBidi"/>
      <w:b/>
      <w:color w:val="000000" w:themeColor="text1"/>
      <w:sz w:val="17"/>
    </w:rPr>
  </w:style>
  <w:style w:type="character" w:customStyle="1" w:styleId="Heading6Char">
    <w:name w:val="Heading 6 Char"/>
    <w:basedOn w:val="DefaultParagraphFont"/>
    <w:link w:val="Heading6"/>
    <w:uiPriority w:val="9"/>
    <w:semiHidden/>
    <w:rsid w:val="000D61B6"/>
    <w:rPr>
      <w:rFonts w:ascii="Arial" w:eastAsiaTheme="majorEastAsia" w:hAnsi="Arial" w:cstheme="majorBidi"/>
      <w:b/>
      <w:color w:val="005C8F" w:themeColor="accent1" w:themeShade="BF"/>
      <w:sz w:val="17"/>
    </w:rPr>
  </w:style>
  <w:style w:type="character" w:styleId="Strong">
    <w:name w:val="Strong"/>
    <w:basedOn w:val="DefaultParagraphFont"/>
    <w:uiPriority w:val="22"/>
    <w:qFormat/>
    <w:rsid w:val="000D61B6"/>
    <w:rPr>
      <w:b/>
      <w:bCs/>
    </w:rPr>
  </w:style>
  <w:style w:type="character" w:styleId="SubtleReference">
    <w:name w:val="Subtle Reference"/>
    <w:basedOn w:val="DefaultParagraphFont"/>
    <w:uiPriority w:val="31"/>
    <w:qFormat/>
    <w:rsid w:val="000D61B6"/>
    <w:rPr>
      <w:rFonts w:ascii="Arial" w:hAnsi="Arial"/>
      <w:smallCaps/>
      <w:color w:val="5A5A5A" w:themeColor="text1" w:themeTint="A5"/>
    </w:rPr>
  </w:style>
  <w:style w:type="paragraph" w:styleId="ListParagraph">
    <w:name w:val="List Paragraph"/>
    <w:basedOn w:val="Normal"/>
    <w:uiPriority w:val="34"/>
    <w:qFormat/>
    <w:rsid w:val="000D61B6"/>
    <w:pPr>
      <w:ind w:left="720"/>
      <w:contextualSpacing/>
    </w:pPr>
    <w:rPr>
      <w:rFonts w:ascii="Georgia" w:hAnsi="Georgia"/>
      <w:sz w:val="21"/>
    </w:rPr>
  </w:style>
  <w:style w:type="paragraph" w:styleId="Footer">
    <w:name w:val="footer"/>
    <w:basedOn w:val="Normal"/>
    <w:link w:val="FooterChar"/>
    <w:uiPriority w:val="99"/>
    <w:unhideWhenUsed/>
    <w:qFormat/>
    <w:rsid w:val="000D61B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0D61B6"/>
    <w:rPr>
      <w:rFonts w:ascii="Arial" w:hAnsi="Arial"/>
      <w:sz w:val="18"/>
    </w:rPr>
  </w:style>
  <w:style w:type="paragraph" w:customStyle="1" w:styleId="BasicParagraph">
    <w:name w:val="[Basic Paragraph]"/>
    <w:basedOn w:val="Normal"/>
    <w:uiPriority w:val="99"/>
    <w:rsid w:val="00F25BCC"/>
    <w:pPr>
      <w:autoSpaceDE w:val="0"/>
      <w:autoSpaceDN w:val="0"/>
      <w:adjustRightInd w:val="0"/>
      <w:spacing w:line="288" w:lineRule="auto"/>
      <w:textAlignment w:val="center"/>
    </w:pPr>
    <w:rPr>
      <w:rFonts w:ascii="Minion Pro" w:hAnsi="Minion Pro" w:cs="Minion Pro"/>
      <w:color w:val="000000"/>
    </w:rPr>
  </w:style>
  <w:style w:type="paragraph" w:styleId="NormalWeb">
    <w:name w:val="Normal (Web)"/>
    <w:basedOn w:val="Normal"/>
    <w:uiPriority w:val="99"/>
    <w:semiHidden/>
    <w:unhideWhenUsed/>
    <w:rsid w:val="003E063B"/>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3E063B"/>
    <w:rPr>
      <w:color w:val="0000FF"/>
      <w:u w:val="single"/>
    </w:rPr>
  </w:style>
  <w:style w:type="character" w:styleId="FollowedHyperlink">
    <w:name w:val="FollowedHyperlink"/>
    <w:basedOn w:val="DefaultParagraphFont"/>
    <w:uiPriority w:val="99"/>
    <w:semiHidden/>
    <w:unhideWhenUsed/>
    <w:rsid w:val="006609F8"/>
    <w:rPr>
      <w:color w:val="407FFF" w:themeColor="followedHyperlink"/>
      <w:u w:val="single"/>
    </w:rPr>
  </w:style>
  <w:style w:type="paragraph" w:customStyle="1" w:styleId="EventSBdate">
    <w:name w:val="Event SB date"/>
    <w:basedOn w:val="Normal"/>
    <w:qFormat/>
    <w:rsid w:val="007E6171"/>
    <w:pPr>
      <w:pBdr>
        <w:top w:val="single" w:sz="4" w:space="5" w:color="97BD26" w:themeColor="accent2"/>
      </w:pBdr>
      <w:spacing w:before="140" w:after="0"/>
    </w:pPr>
    <w:rPr>
      <w:rFonts w:ascii="Arial" w:hAnsi="Arial" w:cs="Arial"/>
      <w:b/>
      <w:i/>
      <w:color w:val="007CC0" w:themeColor="accent1"/>
      <w:sz w:val="20"/>
      <w:szCs w:val="21"/>
    </w:rPr>
  </w:style>
  <w:style w:type="paragraph" w:customStyle="1" w:styleId="EventSBtext">
    <w:name w:val="Event SB text"/>
    <w:basedOn w:val="Normal"/>
    <w:qFormat/>
    <w:rsid w:val="00373506"/>
    <w:pPr>
      <w:spacing w:after="60"/>
    </w:pPr>
    <w:rPr>
      <w:rFonts w:ascii="Arial" w:hAnsi="Arial" w:cs="Arial"/>
      <w:sz w:val="20"/>
      <w:szCs w:val="21"/>
    </w:rPr>
  </w:style>
  <w:style w:type="paragraph" w:customStyle="1" w:styleId="Headerpage2on">
    <w:name w:val="Header page 2 on"/>
    <w:basedOn w:val="Header"/>
    <w:qFormat/>
    <w:rsid w:val="00EE0F24"/>
    <w:pPr>
      <w:spacing w:before="40"/>
    </w:pPr>
    <w:rPr>
      <w:b/>
      <w:bCs/>
      <w:color w:val="007CC0" w:themeColor="accent1"/>
      <w:sz w:val="20"/>
      <w:szCs w:val="20"/>
    </w:rPr>
  </w:style>
  <w:style w:type="paragraph" w:customStyle="1" w:styleId="Programtitle">
    <w:name w:val="Program title"/>
    <w:basedOn w:val="BasicParagraph"/>
    <w:qFormat/>
    <w:rsid w:val="00373506"/>
    <w:pPr>
      <w:spacing w:after="100"/>
    </w:pPr>
    <w:rPr>
      <w:rFonts w:ascii="Arial" w:hAnsi="Arial" w:cs="Arial"/>
      <w:i/>
      <w:color w:val="A6A6A6" w:themeColor="background1" w:themeShade="A6"/>
      <w:sz w:val="32"/>
      <w:szCs w:val="30"/>
    </w:rPr>
  </w:style>
  <w:style w:type="paragraph" w:customStyle="1" w:styleId="Photocaption">
    <w:name w:val="Photo caption"/>
    <w:basedOn w:val="Normal"/>
    <w:qFormat/>
    <w:rsid w:val="003B357C"/>
    <w:rPr>
      <w:rFonts w:ascii="Arial" w:hAnsi="Arial" w:cs="Arial"/>
      <w:i/>
      <w:iCs/>
      <w:sz w:val="22"/>
      <w:szCs w:val="22"/>
    </w:rPr>
  </w:style>
  <w:style w:type="paragraph" w:customStyle="1" w:styleId="PullQuote">
    <w:name w:val="Pull Quote"/>
    <w:basedOn w:val="Normal"/>
    <w:qFormat/>
    <w:rsid w:val="00FD325E"/>
    <w:pPr>
      <w:spacing w:after="0" w:line="360" w:lineRule="auto"/>
    </w:pPr>
    <w:rPr>
      <w:rFonts w:ascii="Arial" w:eastAsia="Times New Roman" w:hAnsi="Arial" w:cs="Arial"/>
      <w:i/>
      <w:iCs/>
      <w:color w:val="007CC0" w:themeColor="accent1"/>
      <w:sz w:val="26"/>
      <w:szCs w:val="26"/>
      <w:shd w:val="clear" w:color="auto" w:fill="FFFFFF"/>
    </w:rPr>
  </w:style>
  <w:style w:type="character" w:styleId="Emphasis">
    <w:name w:val="Emphasis"/>
    <w:basedOn w:val="DefaultParagraphFont"/>
    <w:uiPriority w:val="20"/>
    <w:qFormat/>
    <w:rsid w:val="007E617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8309845">
      <w:bodyDiv w:val="1"/>
      <w:marLeft w:val="0"/>
      <w:marRight w:val="0"/>
      <w:marTop w:val="0"/>
      <w:marBottom w:val="0"/>
      <w:divBdr>
        <w:top w:val="none" w:sz="0" w:space="0" w:color="auto"/>
        <w:left w:val="none" w:sz="0" w:space="0" w:color="auto"/>
        <w:bottom w:val="none" w:sz="0" w:space="0" w:color="auto"/>
        <w:right w:val="none" w:sz="0" w:space="0" w:color="auto"/>
      </w:divBdr>
      <w:divsChild>
        <w:div w:id="1574123531">
          <w:marLeft w:val="0"/>
          <w:marRight w:val="0"/>
          <w:marTop w:val="150"/>
          <w:marBottom w:val="0"/>
          <w:divBdr>
            <w:top w:val="none" w:sz="0" w:space="0" w:color="auto"/>
            <w:left w:val="none" w:sz="0" w:space="0" w:color="auto"/>
            <w:bottom w:val="none" w:sz="0" w:space="0" w:color="auto"/>
            <w:right w:val="none" w:sz="0" w:space="0" w:color="auto"/>
          </w:divBdr>
          <w:divsChild>
            <w:div w:id="203603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277092">
      <w:bodyDiv w:val="1"/>
      <w:marLeft w:val="0"/>
      <w:marRight w:val="0"/>
      <w:marTop w:val="0"/>
      <w:marBottom w:val="0"/>
      <w:divBdr>
        <w:top w:val="none" w:sz="0" w:space="0" w:color="auto"/>
        <w:left w:val="none" w:sz="0" w:space="0" w:color="auto"/>
        <w:bottom w:val="none" w:sz="0" w:space="0" w:color="auto"/>
        <w:right w:val="none" w:sz="0" w:space="0" w:color="auto"/>
      </w:divBdr>
    </w:div>
    <w:div w:id="793644080">
      <w:bodyDiv w:val="1"/>
      <w:marLeft w:val="0"/>
      <w:marRight w:val="0"/>
      <w:marTop w:val="0"/>
      <w:marBottom w:val="0"/>
      <w:divBdr>
        <w:top w:val="none" w:sz="0" w:space="0" w:color="auto"/>
        <w:left w:val="none" w:sz="0" w:space="0" w:color="auto"/>
        <w:bottom w:val="none" w:sz="0" w:space="0" w:color="auto"/>
        <w:right w:val="none" w:sz="0" w:space="0" w:color="auto"/>
      </w:divBdr>
    </w:div>
    <w:div w:id="890264057">
      <w:bodyDiv w:val="1"/>
      <w:marLeft w:val="0"/>
      <w:marRight w:val="0"/>
      <w:marTop w:val="0"/>
      <w:marBottom w:val="0"/>
      <w:divBdr>
        <w:top w:val="none" w:sz="0" w:space="0" w:color="auto"/>
        <w:left w:val="none" w:sz="0" w:space="0" w:color="auto"/>
        <w:bottom w:val="none" w:sz="0" w:space="0" w:color="auto"/>
        <w:right w:val="none" w:sz="0" w:space="0" w:color="auto"/>
      </w:divBdr>
    </w:div>
    <w:div w:id="1470778283">
      <w:bodyDiv w:val="1"/>
      <w:marLeft w:val="0"/>
      <w:marRight w:val="0"/>
      <w:marTop w:val="0"/>
      <w:marBottom w:val="0"/>
      <w:divBdr>
        <w:top w:val="none" w:sz="0" w:space="0" w:color="auto"/>
        <w:left w:val="none" w:sz="0" w:space="0" w:color="auto"/>
        <w:bottom w:val="none" w:sz="0" w:space="0" w:color="auto"/>
        <w:right w:val="none" w:sz="0" w:space="0" w:color="auto"/>
      </w:divBdr>
    </w:div>
    <w:div w:id="1537113808">
      <w:bodyDiv w:val="1"/>
      <w:marLeft w:val="0"/>
      <w:marRight w:val="0"/>
      <w:marTop w:val="0"/>
      <w:marBottom w:val="0"/>
      <w:divBdr>
        <w:top w:val="none" w:sz="0" w:space="0" w:color="auto"/>
        <w:left w:val="none" w:sz="0" w:space="0" w:color="auto"/>
        <w:bottom w:val="none" w:sz="0" w:space="0" w:color="auto"/>
        <w:right w:val="none" w:sz="0" w:space="0" w:color="auto"/>
      </w:divBdr>
    </w:div>
    <w:div w:id="1749811768">
      <w:bodyDiv w:val="1"/>
      <w:marLeft w:val="0"/>
      <w:marRight w:val="0"/>
      <w:marTop w:val="0"/>
      <w:marBottom w:val="0"/>
      <w:divBdr>
        <w:top w:val="none" w:sz="0" w:space="0" w:color="auto"/>
        <w:left w:val="none" w:sz="0" w:space="0" w:color="auto"/>
        <w:bottom w:val="none" w:sz="0" w:space="0" w:color="auto"/>
        <w:right w:val="none" w:sz="0" w:space="0" w:color="auto"/>
      </w:divBdr>
    </w:div>
    <w:div w:id="2115903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6A5B98-FED9-B04C-8345-E58961047F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472</Words>
  <Characters>2696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 Osterman</dc:creator>
  <cp:keywords/>
  <dc:description/>
  <cp:lastModifiedBy>Sandra J Osterman</cp:lastModifiedBy>
  <cp:revision>5</cp:revision>
  <cp:lastPrinted>2019-09-13T23:38:00Z</cp:lastPrinted>
  <dcterms:created xsi:type="dcterms:W3CDTF">2019-09-13T23:38:00Z</dcterms:created>
  <dcterms:modified xsi:type="dcterms:W3CDTF">2019-09-24T20:53:00Z</dcterms:modified>
</cp:coreProperties>
</file>